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E8DFB2" w14:textId="77777777" w:rsidR="0095665C" w:rsidRDefault="0095665C" w:rsidP="006F6A72">
      <w:pPr>
        <w:jc w:val="both"/>
        <w:rPr>
          <w:rFonts w:ascii="Calibri" w:hAnsi="Calibri" w:cs="Calibri"/>
          <w:b/>
        </w:rPr>
      </w:pPr>
    </w:p>
    <w:p w14:paraId="4EBAA3FA" w14:textId="77777777" w:rsidR="0095665C" w:rsidRDefault="0095665C" w:rsidP="006F6A72">
      <w:pPr>
        <w:jc w:val="both"/>
        <w:rPr>
          <w:rFonts w:ascii="Calibri" w:hAnsi="Calibri" w:cs="Calibri"/>
          <w:b/>
        </w:rPr>
      </w:pPr>
    </w:p>
    <w:p w14:paraId="64C3BA15" w14:textId="6EDA7B57" w:rsidR="006F6A72" w:rsidRDefault="006F6A72" w:rsidP="006F6A72">
      <w:pPr>
        <w:jc w:val="both"/>
        <w:rPr>
          <w:rFonts w:ascii="Calibri" w:hAnsi="Calibri" w:cs="Calibri"/>
          <w:b/>
        </w:rPr>
      </w:pPr>
      <w:bookmarkStart w:id="0" w:name="_GoBack"/>
      <w:bookmarkEnd w:id="0"/>
      <w:r>
        <w:rPr>
          <w:rFonts w:ascii="Calibri" w:hAnsi="Calibri" w:cs="Calibri"/>
          <w:b/>
        </w:rPr>
        <w:t>Programul Regiunea Centru</w:t>
      </w:r>
    </w:p>
    <w:p w14:paraId="43C6AC5E" w14:textId="77777777" w:rsidR="006F6A72" w:rsidRDefault="006F6A72" w:rsidP="006F6A72">
      <w:pPr>
        <w:pStyle w:val="Default"/>
        <w:jc w:val="both"/>
        <w:rPr>
          <w:b/>
          <w:noProof/>
          <w:color w:val="auto"/>
          <w:lang w:eastAsia="de-DE"/>
        </w:rPr>
      </w:pPr>
      <w:r>
        <w:rPr>
          <w:b/>
          <w:noProof/>
          <w:color w:val="auto"/>
          <w:lang w:eastAsia="de-DE"/>
        </w:rPr>
        <w:t xml:space="preserve">Prioritatea 1 O regiune competitivă prin inovare și întreprinderi dinamice pentru o economie inteligentă </w:t>
      </w:r>
    </w:p>
    <w:p w14:paraId="37CF6BD7" w14:textId="77777777" w:rsidR="006F6A72" w:rsidRDefault="006F6A72" w:rsidP="006F6A72">
      <w:pPr>
        <w:pStyle w:val="Default"/>
        <w:jc w:val="both"/>
        <w:rPr>
          <w:b/>
          <w:noProof/>
          <w:color w:val="auto"/>
          <w:lang w:eastAsia="de-DE"/>
        </w:rPr>
      </w:pPr>
      <w:r>
        <w:rPr>
          <w:b/>
          <w:noProof/>
          <w:color w:val="auto"/>
          <w:lang w:eastAsia="de-DE"/>
        </w:rPr>
        <w:t>OS 1.1 (i) Dezvoltarea și creșterea capacităţilor de cercetare și inovare și adoptarea</w:t>
      </w:r>
    </w:p>
    <w:p w14:paraId="2B68DAD8" w14:textId="77777777" w:rsidR="006F6A72" w:rsidRDefault="006F6A72" w:rsidP="006F6A72">
      <w:pPr>
        <w:pStyle w:val="Default"/>
        <w:jc w:val="both"/>
        <w:rPr>
          <w:b/>
          <w:noProof/>
          <w:color w:val="auto"/>
          <w:lang w:eastAsia="de-DE"/>
        </w:rPr>
      </w:pPr>
      <w:r>
        <w:rPr>
          <w:b/>
          <w:noProof/>
          <w:color w:val="auto"/>
          <w:lang w:eastAsia="de-DE"/>
        </w:rPr>
        <w:t>tehnologiilor avansate</w:t>
      </w:r>
    </w:p>
    <w:p w14:paraId="70A04BBC" w14:textId="77777777" w:rsidR="006F6A72" w:rsidRDefault="006F6A72" w:rsidP="006F6A72">
      <w:pPr>
        <w:pStyle w:val="Default"/>
        <w:jc w:val="both"/>
        <w:rPr>
          <w:b/>
          <w:noProof/>
          <w:color w:val="auto"/>
          <w:lang w:eastAsia="de-DE"/>
        </w:rPr>
      </w:pPr>
      <w:r>
        <w:rPr>
          <w:b/>
          <w:noProof/>
          <w:color w:val="auto"/>
          <w:lang w:eastAsia="de-DE"/>
        </w:rPr>
        <w:t>OS 1.4 (iv) Dezvoltarea competenţelor pentru specializare inteligentă, tranziţie</w:t>
      </w:r>
    </w:p>
    <w:p w14:paraId="50865F23" w14:textId="77777777" w:rsidR="006F6A72" w:rsidRDefault="006F6A72" w:rsidP="006F6A72">
      <w:pPr>
        <w:pStyle w:val="Default"/>
        <w:jc w:val="both"/>
        <w:rPr>
          <w:b/>
          <w:noProof/>
          <w:color w:val="auto"/>
          <w:lang w:eastAsia="de-DE"/>
        </w:rPr>
      </w:pPr>
      <w:r>
        <w:rPr>
          <w:b/>
          <w:noProof/>
          <w:color w:val="auto"/>
          <w:lang w:eastAsia="de-DE"/>
        </w:rPr>
        <w:t>industrială și antreprenoriat</w:t>
      </w:r>
    </w:p>
    <w:p w14:paraId="4DFC94A9" w14:textId="77777777" w:rsidR="006F6A72" w:rsidRDefault="006F6A72" w:rsidP="006F6A72">
      <w:pPr>
        <w:pStyle w:val="Default"/>
        <w:jc w:val="both"/>
        <w:rPr>
          <w:b/>
          <w:noProof/>
          <w:color w:val="auto"/>
          <w:lang w:eastAsia="de-DE"/>
        </w:rPr>
      </w:pPr>
      <w:r>
        <w:rPr>
          <w:b/>
          <w:noProof/>
          <w:color w:val="auto"/>
          <w:lang w:eastAsia="de-DE"/>
        </w:rPr>
        <w:t>Acțiunea 3: Întreprinderi inovative pentru o regiune inovativă</w:t>
      </w:r>
    </w:p>
    <w:p w14:paraId="6DDFF427" w14:textId="77777777" w:rsidR="006F6A72" w:rsidRDefault="006F6A72" w:rsidP="006F6A72">
      <w:pPr>
        <w:pStyle w:val="Default"/>
        <w:jc w:val="both"/>
        <w:rPr>
          <w:b/>
          <w:noProof/>
        </w:rPr>
      </w:pPr>
      <w:r>
        <w:rPr>
          <w:b/>
          <w:noProof/>
          <w:color w:val="auto"/>
          <w:lang w:eastAsia="de-DE"/>
        </w:rPr>
        <w:t>Intervenția 1.3.3 Trecerea de la idee la piață</w:t>
      </w:r>
    </w:p>
    <w:p w14:paraId="6BEBA095" w14:textId="77777777" w:rsidR="005C7AFF" w:rsidRPr="00F914B7" w:rsidRDefault="005C7AFF" w:rsidP="005C7AFF">
      <w:pPr>
        <w:jc w:val="right"/>
        <w:rPr>
          <w:rFonts w:ascii="Calibri" w:hAnsi="Calibri" w:cs="Calibri"/>
          <w:sz w:val="16"/>
          <w:szCs w:val="16"/>
        </w:rPr>
      </w:pPr>
    </w:p>
    <w:p w14:paraId="497C6C9D" w14:textId="77777777" w:rsidR="005C7AFF" w:rsidRPr="00542F08" w:rsidRDefault="005C7AFF" w:rsidP="005C7AFF">
      <w:pPr>
        <w:jc w:val="right"/>
        <w:rPr>
          <w:rFonts w:asciiTheme="minorHAnsi" w:hAnsiTheme="minorHAnsi" w:cstheme="minorHAnsi"/>
          <w:sz w:val="16"/>
          <w:szCs w:val="16"/>
        </w:rPr>
      </w:pPr>
    </w:p>
    <w:p w14:paraId="455F9FDF" w14:textId="77777777" w:rsidR="00542F08" w:rsidRPr="006F6A72" w:rsidRDefault="00542F08" w:rsidP="00542F08">
      <w:pPr>
        <w:tabs>
          <w:tab w:val="center" w:pos="4536"/>
          <w:tab w:val="right" w:pos="9072"/>
        </w:tabs>
        <w:jc w:val="right"/>
        <w:rPr>
          <w:rFonts w:asciiTheme="minorHAnsi" w:hAnsiTheme="minorHAnsi" w:cstheme="minorHAnsi"/>
          <w:b/>
          <w:lang w:val="pt-BR" w:eastAsia="en-US"/>
        </w:rPr>
      </w:pPr>
      <w:r w:rsidRPr="006F6A72">
        <w:rPr>
          <w:rFonts w:asciiTheme="minorHAnsi" w:hAnsiTheme="minorHAnsi" w:cstheme="minorHAnsi"/>
          <w:b/>
          <w:lang w:val="pt-BR" w:eastAsia="en-US"/>
        </w:rPr>
        <w:t>Anexa 1</w:t>
      </w:r>
      <w:r w:rsidR="00015606" w:rsidRPr="006F6A72">
        <w:rPr>
          <w:rFonts w:asciiTheme="minorHAnsi" w:hAnsiTheme="minorHAnsi" w:cstheme="minorHAnsi"/>
          <w:b/>
          <w:lang w:val="pt-BR" w:eastAsia="en-US"/>
        </w:rPr>
        <w:t>3</w:t>
      </w:r>
    </w:p>
    <w:p w14:paraId="008509E1" w14:textId="77777777" w:rsidR="00542F08" w:rsidRPr="006F6A72" w:rsidRDefault="00542F08" w:rsidP="00542F08">
      <w:pPr>
        <w:tabs>
          <w:tab w:val="center" w:pos="4536"/>
          <w:tab w:val="right" w:pos="9072"/>
        </w:tabs>
        <w:rPr>
          <w:rFonts w:asciiTheme="minorHAnsi" w:hAnsiTheme="minorHAnsi" w:cstheme="minorHAnsi"/>
          <w:lang w:val="pt-BR" w:eastAsia="en-US"/>
        </w:rPr>
      </w:pPr>
    </w:p>
    <w:p w14:paraId="0AD8A461" w14:textId="77777777" w:rsidR="00542F08" w:rsidRPr="006F6A72" w:rsidRDefault="00542F08" w:rsidP="00542F08">
      <w:pPr>
        <w:tabs>
          <w:tab w:val="center" w:pos="4536"/>
          <w:tab w:val="right" w:pos="9072"/>
        </w:tabs>
        <w:rPr>
          <w:rFonts w:asciiTheme="minorHAnsi" w:hAnsiTheme="minorHAnsi" w:cstheme="minorHAnsi"/>
          <w:lang w:val="pt-BR" w:eastAsia="en-US"/>
        </w:rPr>
      </w:pPr>
    </w:p>
    <w:p w14:paraId="3426D417" w14:textId="77777777" w:rsidR="00542F08" w:rsidRPr="006F6A72" w:rsidRDefault="00542F08" w:rsidP="00542F08">
      <w:pPr>
        <w:tabs>
          <w:tab w:val="center" w:pos="4536"/>
          <w:tab w:val="right" w:pos="9072"/>
        </w:tabs>
        <w:rPr>
          <w:rFonts w:asciiTheme="minorHAnsi" w:hAnsiTheme="minorHAnsi" w:cstheme="minorHAnsi"/>
          <w:lang w:val="pt-BR" w:eastAsia="en-US"/>
        </w:rPr>
      </w:pPr>
    </w:p>
    <w:p w14:paraId="50A333D5" w14:textId="77777777" w:rsidR="00542F08" w:rsidRPr="00542F08" w:rsidRDefault="00542F08" w:rsidP="00542F08">
      <w:pPr>
        <w:shd w:val="clear" w:color="auto" w:fill="E6E6E6"/>
        <w:jc w:val="center"/>
        <w:rPr>
          <w:rFonts w:asciiTheme="minorHAnsi" w:hAnsiTheme="minorHAnsi" w:cstheme="minorHAnsi"/>
          <w:b/>
          <w:bCs/>
          <w:snapToGrid w:val="0"/>
          <w:lang w:eastAsia="en-US"/>
        </w:rPr>
      </w:pPr>
      <w:r w:rsidRPr="00542F08">
        <w:rPr>
          <w:rFonts w:asciiTheme="minorHAnsi" w:hAnsiTheme="minorHAnsi" w:cstheme="minorHAnsi"/>
          <w:b/>
          <w:bCs/>
          <w:snapToGrid w:val="0"/>
          <w:lang w:eastAsia="en-US"/>
        </w:rPr>
        <w:t xml:space="preserve">Tabel centralizator numere cadastrale </w:t>
      </w:r>
      <w:proofErr w:type="spellStart"/>
      <w:r w:rsidRPr="00542F08">
        <w:rPr>
          <w:rFonts w:asciiTheme="minorHAnsi" w:hAnsiTheme="minorHAnsi" w:cstheme="minorHAnsi"/>
          <w:b/>
          <w:bCs/>
          <w:snapToGrid w:val="0"/>
          <w:lang w:eastAsia="en-US"/>
        </w:rPr>
        <w:t>şi</w:t>
      </w:r>
      <w:proofErr w:type="spellEnd"/>
      <w:r w:rsidRPr="00542F08">
        <w:rPr>
          <w:rFonts w:asciiTheme="minorHAnsi" w:hAnsiTheme="minorHAnsi" w:cstheme="minorHAnsi"/>
          <w:b/>
          <w:bCs/>
          <w:snapToGrid w:val="0"/>
          <w:lang w:eastAsia="en-US"/>
        </w:rPr>
        <w:t xml:space="preserve"> obiective de </w:t>
      </w:r>
      <w:proofErr w:type="spellStart"/>
      <w:r w:rsidRPr="00542F08">
        <w:rPr>
          <w:rFonts w:asciiTheme="minorHAnsi" w:hAnsiTheme="minorHAnsi" w:cstheme="minorHAnsi"/>
          <w:b/>
          <w:bCs/>
          <w:snapToGrid w:val="0"/>
          <w:lang w:eastAsia="en-US"/>
        </w:rPr>
        <w:t>investiţie</w:t>
      </w:r>
      <w:proofErr w:type="spellEnd"/>
    </w:p>
    <w:p w14:paraId="200860CA" w14:textId="77777777" w:rsidR="00542F08" w:rsidRPr="00542F08" w:rsidRDefault="00542F08" w:rsidP="00542F08">
      <w:pPr>
        <w:spacing w:before="120" w:after="120"/>
        <w:rPr>
          <w:rFonts w:asciiTheme="minorHAnsi" w:hAnsiTheme="minorHAnsi" w:cstheme="minorHAnsi"/>
          <w:lang w:eastAsia="en-US"/>
        </w:rPr>
      </w:pPr>
    </w:p>
    <w:p w14:paraId="7C75DE7A" w14:textId="77777777" w:rsidR="00542F08" w:rsidRPr="00542F08" w:rsidRDefault="00542F08" w:rsidP="00542F08">
      <w:pPr>
        <w:spacing w:before="120" w:after="120"/>
        <w:rPr>
          <w:rFonts w:asciiTheme="minorHAnsi" w:hAnsiTheme="minorHAnsi" w:cstheme="minorHAnsi"/>
          <w:lang w:eastAsia="en-US"/>
        </w:rPr>
      </w:pPr>
    </w:p>
    <w:tbl>
      <w:tblPr>
        <w:tblW w:w="9762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2"/>
        <w:gridCol w:w="1657"/>
        <w:gridCol w:w="2170"/>
        <w:gridCol w:w="1480"/>
        <w:gridCol w:w="1781"/>
        <w:gridCol w:w="1842"/>
      </w:tblGrid>
      <w:tr w:rsidR="00542F08" w:rsidRPr="00542F08" w14:paraId="365AC9E9" w14:textId="77777777" w:rsidTr="00F14CFD">
        <w:trPr>
          <w:trHeight w:val="757"/>
        </w:trPr>
        <w:tc>
          <w:tcPr>
            <w:tcW w:w="832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E4D7E5" w14:textId="77777777" w:rsidR="00542F08" w:rsidRPr="00542F08" w:rsidRDefault="00542F08" w:rsidP="00542F08">
            <w:pPr>
              <w:spacing w:before="120" w:after="120"/>
              <w:jc w:val="center"/>
              <w:rPr>
                <w:rFonts w:asciiTheme="minorHAnsi" w:eastAsia="Calibri" w:hAnsiTheme="minorHAnsi" w:cstheme="minorHAnsi"/>
                <w:b/>
                <w:bCs/>
                <w:color w:val="000000"/>
                <w:lang w:eastAsia="ro-RO"/>
              </w:rPr>
            </w:pPr>
            <w:r w:rsidRPr="00542F08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 xml:space="preserve">Nr. crt. </w:t>
            </w:r>
          </w:p>
        </w:tc>
        <w:tc>
          <w:tcPr>
            <w:tcW w:w="1657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3B437B" w14:textId="77777777" w:rsidR="00542F08" w:rsidRPr="00542F08" w:rsidRDefault="00542F08" w:rsidP="00542F08">
            <w:pPr>
              <w:spacing w:before="120" w:after="120"/>
              <w:jc w:val="center"/>
              <w:rPr>
                <w:rFonts w:asciiTheme="minorHAnsi" w:eastAsia="Calibri" w:hAnsiTheme="minorHAnsi" w:cstheme="minorHAnsi"/>
                <w:b/>
                <w:bCs/>
                <w:color w:val="000000"/>
                <w:lang w:eastAsia="ro-RO"/>
              </w:rPr>
            </w:pPr>
            <w:r w:rsidRPr="00542F08">
              <w:rPr>
                <w:rFonts w:asciiTheme="minorHAnsi" w:eastAsia="Calibri" w:hAnsiTheme="minorHAnsi" w:cstheme="minorHAnsi"/>
                <w:b/>
                <w:bCs/>
                <w:color w:val="000000"/>
                <w:lang w:eastAsia="ro-RO"/>
              </w:rPr>
              <w:t>Nr. carte funciară</w:t>
            </w:r>
          </w:p>
        </w:tc>
        <w:tc>
          <w:tcPr>
            <w:tcW w:w="2170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98B6F9" w14:textId="77777777" w:rsidR="00542F08" w:rsidRPr="00542F08" w:rsidRDefault="00542F08" w:rsidP="00542F08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</w:pPr>
            <w:r w:rsidRPr="00542F08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 xml:space="preserve">Număr cadastral </w:t>
            </w:r>
          </w:p>
          <w:p w14:paraId="2FB060E0" w14:textId="77777777" w:rsidR="00542F08" w:rsidRPr="00542F08" w:rsidRDefault="00542F08" w:rsidP="00542F08">
            <w:pPr>
              <w:spacing w:before="120" w:after="120"/>
              <w:rPr>
                <w:rFonts w:asciiTheme="minorHAnsi" w:eastAsia="Calibri" w:hAnsiTheme="minorHAnsi" w:cstheme="minorHAnsi"/>
                <w:b/>
                <w:bCs/>
                <w:color w:val="000000"/>
                <w:lang w:eastAsia="ro-RO"/>
              </w:rPr>
            </w:pPr>
          </w:p>
        </w:tc>
        <w:tc>
          <w:tcPr>
            <w:tcW w:w="1480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8132DD" w14:textId="77777777" w:rsidR="00542F08" w:rsidRPr="00542F08" w:rsidRDefault="00542F08" w:rsidP="00542F08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</w:pPr>
            <w:proofErr w:type="spellStart"/>
            <w:r w:rsidRPr="00542F08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Suprafaţă</w:t>
            </w:r>
            <w:proofErr w:type="spellEnd"/>
          </w:p>
          <w:p w14:paraId="238918AF" w14:textId="77777777" w:rsidR="00542F08" w:rsidRPr="00542F08" w:rsidRDefault="00542F08" w:rsidP="00542F08">
            <w:pPr>
              <w:spacing w:before="120" w:after="120"/>
              <w:jc w:val="center"/>
              <w:rPr>
                <w:rFonts w:asciiTheme="minorHAnsi" w:eastAsia="Calibri" w:hAnsiTheme="minorHAnsi" w:cstheme="minorHAnsi"/>
                <w:b/>
                <w:bCs/>
                <w:color w:val="000000"/>
                <w:lang w:eastAsia="ro-RO"/>
              </w:rPr>
            </w:pPr>
            <w:r w:rsidRPr="00542F08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(mp)</w:t>
            </w:r>
            <w:r w:rsidR="0057715F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 xml:space="preserve"> </w:t>
            </w:r>
            <w:r w:rsidR="0057715F" w:rsidRPr="00E44D6D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 xml:space="preserve">teren si/sau </w:t>
            </w:r>
            <w:proofErr w:type="spellStart"/>
            <w:r w:rsidR="0057715F" w:rsidRPr="00E44D6D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cladire</w:t>
            </w:r>
            <w:proofErr w:type="spellEnd"/>
          </w:p>
        </w:tc>
        <w:tc>
          <w:tcPr>
            <w:tcW w:w="1781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84C797" w14:textId="77777777" w:rsidR="00542F08" w:rsidRPr="00542F08" w:rsidRDefault="00542F08" w:rsidP="00542F08">
            <w:pPr>
              <w:spacing w:before="120" w:after="240"/>
              <w:jc w:val="center"/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</w:pPr>
            <w:r w:rsidRPr="00542F08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 xml:space="preserve">Obiectiv de </w:t>
            </w:r>
            <w:proofErr w:type="spellStart"/>
            <w:r w:rsidRPr="00542F08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investiţie</w:t>
            </w:r>
            <w:proofErr w:type="spellEnd"/>
            <w:r w:rsidRPr="00542F08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 xml:space="preserve"> aferent proiectului*</w:t>
            </w:r>
          </w:p>
          <w:p w14:paraId="49E9D9C6" w14:textId="77777777" w:rsidR="00542F08" w:rsidRPr="00542F08" w:rsidRDefault="00542F08" w:rsidP="00542F08">
            <w:pPr>
              <w:spacing w:before="120" w:after="240"/>
              <w:jc w:val="center"/>
              <w:rPr>
                <w:rFonts w:asciiTheme="minorHAnsi" w:eastAsia="Calibri" w:hAnsiTheme="minorHAnsi" w:cstheme="minorHAnsi"/>
                <w:b/>
                <w:bCs/>
                <w:color w:val="000000"/>
                <w:lang w:eastAsia="ro-RO"/>
              </w:rPr>
            </w:pPr>
          </w:p>
        </w:tc>
        <w:tc>
          <w:tcPr>
            <w:tcW w:w="1842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546CAE" w14:textId="77777777" w:rsidR="00542F08" w:rsidRPr="00542F08" w:rsidRDefault="00542F08" w:rsidP="00542F08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</w:pPr>
            <w:r w:rsidRPr="00542F08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Istoric (dacă este cazul)</w:t>
            </w:r>
          </w:p>
          <w:p w14:paraId="60DA0A54" w14:textId="77777777" w:rsidR="00542F08" w:rsidRPr="00542F08" w:rsidRDefault="00542F08" w:rsidP="00542F08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</w:pPr>
          </w:p>
          <w:p w14:paraId="27CB1E6B" w14:textId="77777777" w:rsidR="00542F08" w:rsidRPr="00542F08" w:rsidRDefault="00542F08" w:rsidP="00542F08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</w:pPr>
            <w:r w:rsidRPr="00542F08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 xml:space="preserve">Se vor </w:t>
            </w:r>
            <w:proofErr w:type="spellStart"/>
            <w:r w:rsidRPr="00542F08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menţiona</w:t>
            </w:r>
            <w:proofErr w:type="spellEnd"/>
            <w:r w:rsidRPr="00542F08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 xml:space="preserve"> actele privind dezmembrările </w:t>
            </w:r>
            <w:proofErr w:type="spellStart"/>
            <w:r w:rsidRPr="00542F08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şi</w:t>
            </w:r>
            <w:proofErr w:type="spellEnd"/>
            <w:r w:rsidRPr="00542F08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 xml:space="preserve"> alipirile, etc  </w:t>
            </w:r>
          </w:p>
        </w:tc>
      </w:tr>
      <w:tr w:rsidR="00542F08" w:rsidRPr="00542F08" w14:paraId="7396E6DE" w14:textId="77777777" w:rsidTr="00F14CFD">
        <w:trPr>
          <w:trHeight w:val="448"/>
        </w:trPr>
        <w:tc>
          <w:tcPr>
            <w:tcW w:w="83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00BDB8" w14:textId="77777777" w:rsidR="00542F08" w:rsidRPr="00542F08" w:rsidRDefault="00542F08" w:rsidP="00542F08">
            <w:pPr>
              <w:spacing w:before="120" w:after="120"/>
              <w:jc w:val="center"/>
              <w:rPr>
                <w:rFonts w:asciiTheme="minorHAnsi" w:eastAsia="Calibri" w:hAnsiTheme="minorHAnsi" w:cstheme="minorHAnsi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65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7B2006" w14:textId="77777777" w:rsidR="00542F08" w:rsidRPr="00542F08" w:rsidRDefault="00542F08" w:rsidP="00542F08">
            <w:pPr>
              <w:spacing w:before="120" w:after="120"/>
              <w:jc w:val="center"/>
              <w:rPr>
                <w:rFonts w:asciiTheme="minorHAnsi" w:eastAsia="Calibri" w:hAnsiTheme="minorHAnsi" w:cstheme="minorHAnsi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217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885A65" w14:textId="77777777" w:rsidR="00542F08" w:rsidRPr="00542F08" w:rsidRDefault="00542F08" w:rsidP="00542F08">
            <w:pPr>
              <w:spacing w:before="120" w:after="120"/>
              <w:jc w:val="center"/>
              <w:rPr>
                <w:rFonts w:asciiTheme="minorHAnsi" w:eastAsia="Calibri" w:hAnsiTheme="minorHAnsi" w:cstheme="minorHAnsi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48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00DB2F" w14:textId="77777777" w:rsidR="00542F08" w:rsidRPr="00542F08" w:rsidRDefault="00542F08" w:rsidP="00542F08">
            <w:pPr>
              <w:spacing w:before="120" w:after="120"/>
              <w:jc w:val="center"/>
              <w:rPr>
                <w:rFonts w:asciiTheme="minorHAnsi" w:eastAsia="Calibri" w:hAnsiTheme="minorHAnsi" w:cstheme="minorHAnsi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78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E59C14" w14:textId="77777777" w:rsidR="00542F08" w:rsidRPr="00542F08" w:rsidRDefault="00542F08" w:rsidP="00542F08">
            <w:pPr>
              <w:spacing w:before="120" w:after="120"/>
              <w:jc w:val="center"/>
              <w:rPr>
                <w:rFonts w:asciiTheme="minorHAnsi" w:eastAsia="Calibri" w:hAnsiTheme="minorHAnsi" w:cstheme="minorHAnsi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84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A16470" w14:textId="77777777" w:rsidR="00542F08" w:rsidRPr="00542F08" w:rsidRDefault="00542F08" w:rsidP="00542F08">
            <w:pPr>
              <w:spacing w:before="120" w:after="12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ro-RO"/>
              </w:rPr>
            </w:pPr>
          </w:p>
        </w:tc>
      </w:tr>
      <w:tr w:rsidR="00542F08" w:rsidRPr="00542F08" w14:paraId="269D2957" w14:textId="77777777" w:rsidTr="00F14CFD">
        <w:trPr>
          <w:trHeight w:val="309"/>
        </w:trPr>
        <w:tc>
          <w:tcPr>
            <w:tcW w:w="83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F23BCBE" w14:textId="77777777" w:rsidR="00542F08" w:rsidRPr="00542F08" w:rsidRDefault="00542F08" w:rsidP="00542F08">
            <w:pPr>
              <w:spacing w:before="120" w:after="120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542F08">
              <w:rPr>
                <w:rFonts w:asciiTheme="minorHAnsi" w:hAnsiTheme="minorHAnsi" w:cstheme="minorHAnsi"/>
                <w:color w:val="000000"/>
                <w:sz w:val="20"/>
                <w:lang w:eastAsia="ro-RO"/>
              </w:rPr>
              <w:t> </w:t>
            </w:r>
          </w:p>
        </w:tc>
        <w:tc>
          <w:tcPr>
            <w:tcW w:w="16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90CCD05" w14:textId="77777777" w:rsidR="00542F08" w:rsidRPr="00542F08" w:rsidRDefault="00542F08" w:rsidP="00542F08">
            <w:pPr>
              <w:spacing w:before="120" w:after="120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542F08">
              <w:rPr>
                <w:rFonts w:asciiTheme="minorHAnsi" w:hAnsiTheme="minorHAnsi" w:cstheme="minorHAnsi"/>
                <w:color w:val="000000"/>
                <w:sz w:val="20"/>
                <w:lang w:eastAsia="ro-RO"/>
              </w:rPr>
              <w:t> </w:t>
            </w:r>
          </w:p>
        </w:tc>
        <w:tc>
          <w:tcPr>
            <w:tcW w:w="2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B22065F" w14:textId="77777777" w:rsidR="00542F08" w:rsidRPr="00542F08" w:rsidRDefault="00542F08" w:rsidP="00542F08">
            <w:pPr>
              <w:spacing w:before="120" w:after="120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542F08">
              <w:rPr>
                <w:rFonts w:asciiTheme="minorHAnsi" w:hAnsiTheme="minorHAnsi" w:cstheme="minorHAnsi"/>
                <w:color w:val="000000"/>
                <w:sz w:val="20"/>
                <w:lang w:eastAsia="ro-RO"/>
              </w:rPr>
              <w:t> </w:t>
            </w:r>
          </w:p>
        </w:tc>
        <w:tc>
          <w:tcPr>
            <w:tcW w:w="14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35B1DEB" w14:textId="77777777" w:rsidR="00542F08" w:rsidRPr="00542F08" w:rsidRDefault="00542F08" w:rsidP="00542F08">
            <w:pPr>
              <w:spacing w:before="120" w:after="120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542F08">
              <w:rPr>
                <w:rFonts w:asciiTheme="minorHAnsi" w:hAnsiTheme="minorHAnsi" w:cstheme="minorHAnsi"/>
                <w:color w:val="000000"/>
                <w:sz w:val="20"/>
                <w:lang w:eastAsia="ro-RO"/>
              </w:rPr>
              <w:t> </w:t>
            </w:r>
          </w:p>
        </w:tc>
        <w:tc>
          <w:tcPr>
            <w:tcW w:w="178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99764B6" w14:textId="77777777" w:rsidR="00542F08" w:rsidRPr="00542F08" w:rsidRDefault="00542F08" w:rsidP="00542F08">
            <w:pPr>
              <w:spacing w:before="120" w:after="120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542F08">
              <w:rPr>
                <w:rFonts w:asciiTheme="minorHAnsi" w:hAnsiTheme="minorHAnsi" w:cstheme="minorHAnsi"/>
                <w:color w:val="000000"/>
                <w:sz w:val="20"/>
                <w:lang w:eastAsia="ro-RO"/>
              </w:rPr>
              <w:t> </w:t>
            </w:r>
          </w:p>
        </w:tc>
        <w:tc>
          <w:tcPr>
            <w:tcW w:w="184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FFF77A1" w14:textId="77777777" w:rsidR="00542F08" w:rsidRPr="00542F08" w:rsidRDefault="00542F08" w:rsidP="00542F08">
            <w:pPr>
              <w:spacing w:before="120" w:after="120"/>
              <w:rPr>
                <w:rFonts w:asciiTheme="minorHAnsi" w:hAnsiTheme="minorHAnsi" w:cstheme="minorHAnsi"/>
                <w:color w:val="000000"/>
                <w:sz w:val="20"/>
                <w:lang w:eastAsia="ro-RO"/>
              </w:rPr>
            </w:pPr>
            <w:r w:rsidRPr="00542F08">
              <w:rPr>
                <w:rFonts w:asciiTheme="minorHAnsi" w:hAnsiTheme="minorHAnsi" w:cstheme="minorHAnsi"/>
                <w:color w:val="000000"/>
                <w:sz w:val="20"/>
                <w:lang w:eastAsia="ro-RO"/>
              </w:rPr>
              <w:t> </w:t>
            </w:r>
          </w:p>
        </w:tc>
      </w:tr>
      <w:tr w:rsidR="00542F08" w:rsidRPr="00542F08" w14:paraId="43221CD7" w14:textId="77777777" w:rsidTr="00F14CFD">
        <w:trPr>
          <w:trHeight w:val="309"/>
        </w:trPr>
        <w:tc>
          <w:tcPr>
            <w:tcW w:w="83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647BDE0" w14:textId="77777777" w:rsidR="00542F08" w:rsidRPr="00542F08" w:rsidRDefault="00542F08" w:rsidP="00542F08">
            <w:pPr>
              <w:spacing w:before="120" w:after="120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542F08">
              <w:rPr>
                <w:rFonts w:asciiTheme="minorHAnsi" w:hAnsiTheme="minorHAnsi" w:cstheme="minorHAnsi"/>
                <w:color w:val="000000"/>
                <w:sz w:val="20"/>
                <w:lang w:eastAsia="ro-RO"/>
              </w:rPr>
              <w:t> </w:t>
            </w:r>
          </w:p>
        </w:tc>
        <w:tc>
          <w:tcPr>
            <w:tcW w:w="16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94C4152" w14:textId="77777777" w:rsidR="00542F08" w:rsidRPr="00542F08" w:rsidRDefault="00542F08" w:rsidP="00542F08">
            <w:pPr>
              <w:spacing w:before="120" w:after="120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542F08">
              <w:rPr>
                <w:rFonts w:asciiTheme="minorHAnsi" w:hAnsiTheme="minorHAnsi" w:cstheme="minorHAnsi"/>
                <w:color w:val="000000"/>
                <w:sz w:val="20"/>
                <w:lang w:eastAsia="ro-RO"/>
              </w:rPr>
              <w:t> </w:t>
            </w:r>
          </w:p>
        </w:tc>
        <w:tc>
          <w:tcPr>
            <w:tcW w:w="2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D72C5E0" w14:textId="77777777" w:rsidR="00542F08" w:rsidRPr="00542F08" w:rsidRDefault="00542F08" w:rsidP="00542F08">
            <w:pPr>
              <w:spacing w:before="120" w:after="120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542F08">
              <w:rPr>
                <w:rFonts w:asciiTheme="minorHAnsi" w:hAnsiTheme="minorHAnsi" w:cstheme="minorHAnsi"/>
                <w:color w:val="000000"/>
                <w:sz w:val="20"/>
                <w:lang w:eastAsia="ro-RO"/>
              </w:rPr>
              <w:t> </w:t>
            </w:r>
          </w:p>
        </w:tc>
        <w:tc>
          <w:tcPr>
            <w:tcW w:w="14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71DE91B" w14:textId="77777777" w:rsidR="00542F08" w:rsidRPr="00542F08" w:rsidRDefault="00542F08" w:rsidP="00542F08">
            <w:pPr>
              <w:spacing w:before="120" w:after="120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542F08">
              <w:rPr>
                <w:rFonts w:asciiTheme="minorHAnsi" w:hAnsiTheme="minorHAnsi" w:cstheme="minorHAnsi"/>
                <w:color w:val="000000"/>
                <w:sz w:val="20"/>
                <w:lang w:eastAsia="ro-RO"/>
              </w:rPr>
              <w:t> </w:t>
            </w:r>
          </w:p>
        </w:tc>
        <w:tc>
          <w:tcPr>
            <w:tcW w:w="178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1849CA1" w14:textId="77777777" w:rsidR="00542F08" w:rsidRPr="00542F08" w:rsidRDefault="00542F08" w:rsidP="00542F08">
            <w:pPr>
              <w:spacing w:before="120" w:after="120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542F08">
              <w:rPr>
                <w:rFonts w:asciiTheme="minorHAnsi" w:hAnsiTheme="minorHAnsi" w:cstheme="minorHAnsi"/>
                <w:color w:val="000000"/>
                <w:sz w:val="20"/>
                <w:lang w:eastAsia="ro-RO"/>
              </w:rPr>
              <w:t> </w:t>
            </w:r>
          </w:p>
        </w:tc>
        <w:tc>
          <w:tcPr>
            <w:tcW w:w="184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779B503" w14:textId="77777777" w:rsidR="00542F08" w:rsidRPr="00542F08" w:rsidRDefault="00542F08" w:rsidP="00542F08">
            <w:pPr>
              <w:spacing w:before="120" w:after="120"/>
              <w:rPr>
                <w:rFonts w:asciiTheme="minorHAnsi" w:hAnsiTheme="minorHAnsi" w:cstheme="minorHAnsi"/>
                <w:color w:val="000000"/>
                <w:sz w:val="20"/>
                <w:lang w:eastAsia="ro-RO"/>
              </w:rPr>
            </w:pPr>
            <w:r w:rsidRPr="00542F08">
              <w:rPr>
                <w:rFonts w:asciiTheme="minorHAnsi" w:hAnsiTheme="minorHAnsi" w:cstheme="minorHAnsi"/>
                <w:color w:val="000000"/>
                <w:sz w:val="20"/>
                <w:lang w:eastAsia="ro-RO"/>
              </w:rPr>
              <w:t> </w:t>
            </w:r>
          </w:p>
        </w:tc>
      </w:tr>
    </w:tbl>
    <w:p w14:paraId="0EB93B66" w14:textId="57B52AA5" w:rsidR="00542F08" w:rsidRPr="00542F08" w:rsidRDefault="00542F08" w:rsidP="00542F08">
      <w:pPr>
        <w:spacing w:before="120" w:after="240"/>
        <w:jc w:val="both"/>
        <w:rPr>
          <w:rFonts w:asciiTheme="minorHAnsi" w:hAnsiTheme="minorHAnsi" w:cstheme="minorHAnsi"/>
          <w:bCs/>
          <w:color w:val="000000"/>
          <w:sz w:val="20"/>
          <w:szCs w:val="20"/>
          <w:lang w:eastAsia="ro-RO"/>
        </w:rPr>
      </w:pPr>
      <w:r w:rsidRPr="00542F08">
        <w:rPr>
          <w:rFonts w:asciiTheme="minorHAnsi" w:hAnsiTheme="minorHAnsi" w:cstheme="minorHAnsi"/>
          <w:b/>
          <w:bCs/>
          <w:color w:val="000000"/>
          <w:sz w:val="20"/>
          <w:lang w:eastAsia="ro-RO"/>
        </w:rPr>
        <w:t xml:space="preserve">* </w:t>
      </w:r>
      <w:r w:rsidRPr="004A0565">
        <w:rPr>
          <w:rFonts w:asciiTheme="minorHAnsi" w:hAnsiTheme="minorHAnsi" w:cstheme="minorHAnsi"/>
          <w:bCs/>
          <w:color w:val="000000"/>
          <w:sz w:val="18"/>
          <w:szCs w:val="18"/>
          <w:lang w:eastAsia="ro-RO"/>
        </w:rPr>
        <w:t xml:space="preserve">În coloana </w:t>
      </w:r>
      <w:r w:rsidRPr="004A0565">
        <w:rPr>
          <w:rFonts w:asciiTheme="minorHAnsi" w:hAnsiTheme="minorHAnsi" w:cstheme="minorHAnsi"/>
          <w:bCs/>
          <w:color w:val="000000"/>
          <w:sz w:val="18"/>
          <w:szCs w:val="18"/>
          <w:lang w:val="pt-BR" w:eastAsia="ro-RO"/>
        </w:rPr>
        <w:t>“</w:t>
      </w:r>
      <w:r w:rsidRPr="004A0565">
        <w:rPr>
          <w:rFonts w:asciiTheme="minorHAnsi" w:hAnsiTheme="minorHAnsi" w:cstheme="minorHAnsi"/>
          <w:bCs/>
          <w:color w:val="000000"/>
          <w:sz w:val="18"/>
          <w:szCs w:val="18"/>
          <w:lang w:eastAsia="ro-RO"/>
        </w:rPr>
        <w:t xml:space="preserve">Obiectiv de investiție aferent proiectului”, pentru toate imobilele  care fac obiectul proiectului </w:t>
      </w:r>
      <w:r w:rsidRPr="004A0565">
        <w:rPr>
          <w:rFonts w:asciiTheme="minorHAnsi" w:eastAsia="Calibri" w:hAnsiTheme="minorHAnsi" w:cstheme="minorHAnsi"/>
          <w:bCs/>
          <w:color w:val="000000"/>
          <w:sz w:val="18"/>
          <w:szCs w:val="18"/>
          <w:lang w:eastAsia="ro-RO"/>
        </w:rPr>
        <w:t>(teren/</w:t>
      </w:r>
      <w:r w:rsidR="004A0565" w:rsidRPr="004A0565">
        <w:rPr>
          <w:rFonts w:asciiTheme="minorHAnsi" w:eastAsia="Calibri" w:hAnsiTheme="minorHAnsi" w:cstheme="minorHAnsi"/>
          <w:bCs/>
          <w:color w:val="000000"/>
          <w:sz w:val="18"/>
          <w:szCs w:val="18"/>
          <w:lang w:eastAsia="ro-RO"/>
        </w:rPr>
        <w:t>clădire</w:t>
      </w:r>
      <w:r w:rsidRPr="004A0565">
        <w:rPr>
          <w:rFonts w:asciiTheme="minorHAnsi" w:eastAsia="Calibri" w:hAnsiTheme="minorHAnsi" w:cstheme="minorHAnsi"/>
          <w:bCs/>
          <w:color w:val="000000"/>
          <w:sz w:val="18"/>
          <w:szCs w:val="18"/>
          <w:lang w:eastAsia="ro-RO"/>
        </w:rPr>
        <w:t xml:space="preserve">) identificate prin extrasele de carte funciară, </w:t>
      </w:r>
      <w:r w:rsidRPr="004A0565">
        <w:rPr>
          <w:rFonts w:asciiTheme="minorHAnsi" w:hAnsiTheme="minorHAnsi" w:cstheme="minorHAnsi"/>
          <w:bCs/>
          <w:color w:val="000000"/>
          <w:sz w:val="18"/>
          <w:szCs w:val="18"/>
          <w:lang w:eastAsia="ro-RO"/>
        </w:rPr>
        <w:t>s</w:t>
      </w:r>
      <w:r w:rsidRPr="004A0565">
        <w:rPr>
          <w:rFonts w:asciiTheme="minorHAnsi" w:eastAsia="Calibri" w:hAnsiTheme="minorHAnsi" w:cstheme="minorHAnsi"/>
          <w:bCs/>
          <w:color w:val="000000"/>
          <w:sz w:val="18"/>
          <w:szCs w:val="18"/>
          <w:lang w:eastAsia="ro-RO"/>
        </w:rPr>
        <w:t>e vor menționa  suprafețele   afectate de lucrările de intervenții propuse  pentru fiecare obiectiv de investiție propus.</w:t>
      </w:r>
    </w:p>
    <w:sectPr w:rsidR="00542F08" w:rsidRPr="00542F08" w:rsidSect="00E3167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701" w:right="1106" w:bottom="2127" w:left="1247" w:header="936" w:footer="68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5886CFC" w14:textId="77777777" w:rsidR="006F14B9" w:rsidRDefault="006F14B9">
      <w:r>
        <w:separator/>
      </w:r>
    </w:p>
  </w:endnote>
  <w:endnote w:type="continuationSeparator" w:id="0">
    <w:p w14:paraId="06182073" w14:textId="77777777" w:rsidR="006F14B9" w:rsidRDefault="006F14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2BE97E" w14:textId="77777777" w:rsidR="0095665C" w:rsidRDefault="0095665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210"/>
    </w:tblGrid>
    <w:tr w:rsidR="002B3BB9" w14:paraId="59445495" w14:textId="77777777">
      <w:trPr>
        <w:cantSplit/>
        <w:trHeight w:hRule="exact" w:val="340"/>
        <w:hidden/>
      </w:trPr>
      <w:tc>
        <w:tcPr>
          <w:tcW w:w="9210" w:type="dxa"/>
        </w:tcPr>
        <w:p w14:paraId="583DE343" w14:textId="77777777" w:rsidR="002B3BB9" w:rsidRDefault="002B3BB9">
          <w:pPr>
            <w:pStyle w:val="Footer"/>
            <w:rPr>
              <w:vanish/>
              <w:sz w:val="20"/>
            </w:rPr>
          </w:pPr>
        </w:p>
      </w:tc>
    </w:tr>
  </w:tbl>
  <w:p w14:paraId="2D6DD0C4" w14:textId="77777777" w:rsidR="00F12E7F" w:rsidRDefault="00542F08" w:rsidP="00F12E7F">
    <w:pPr>
      <w:pStyle w:val="Footer"/>
    </w:pPr>
    <w:r>
      <w:rPr>
        <w:noProof/>
        <w:lang w:val="en-US" w:eastAsia="en-US"/>
      </w:rPr>
      <w:drawing>
        <wp:anchor distT="0" distB="0" distL="114300" distR="114300" simplePos="0" relativeHeight="251664384" behindDoc="0" locked="0" layoutInCell="1" allowOverlap="1" wp14:anchorId="07E06E74" wp14:editId="47FA101D">
          <wp:simplePos x="0" y="0"/>
          <wp:positionH relativeFrom="column">
            <wp:posOffset>2227580</wp:posOffset>
          </wp:positionH>
          <wp:positionV relativeFrom="paragraph">
            <wp:posOffset>-504190</wp:posOffset>
          </wp:positionV>
          <wp:extent cx="1952625" cy="156845"/>
          <wp:effectExtent l="0" t="0" r="0" b="0"/>
          <wp:wrapNone/>
          <wp:docPr id="34" name="Imagine 34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4" descr="Untitl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547" r="-500" b="17809"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15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5F48F64F" wp14:editId="0D1E235F">
              <wp:simplePos x="0" y="0"/>
              <wp:positionH relativeFrom="column">
                <wp:posOffset>304165</wp:posOffset>
              </wp:positionH>
              <wp:positionV relativeFrom="paragraph">
                <wp:posOffset>-23495</wp:posOffset>
              </wp:positionV>
              <wp:extent cx="2390140" cy="309245"/>
              <wp:effectExtent l="0" t="0" r="1270" b="0"/>
              <wp:wrapNone/>
              <wp:docPr id="10" name="Text Box 3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90140" cy="309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4E6284" w14:textId="77777777" w:rsidR="00F12E7F" w:rsidRPr="00C9311C" w:rsidRDefault="00F12E7F" w:rsidP="00F12E7F">
                          <w:pPr>
                            <w:rPr>
                              <w:rFonts w:ascii="Calibri" w:hAnsi="Calibri" w:cs="Calibri"/>
                              <w:sz w:val="28"/>
                            </w:rPr>
                          </w:pPr>
                          <w:r w:rsidRPr="00C9311C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  <w:t xml:space="preserve">Autoritate de Management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shapetype w14:anchorId="5F48F64F" id="_x0000_t202" coordsize="21600,21600" o:spt="202" path="m,l,21600r21600,l21600,xe">
              <v:stroke joinstyle="miter"/>
              <v:path gradientshapeok="t" o:connecttype="rect"/>
            </v:shapetype>
            <v:shape id="Text Box 33" o:spid="_x0000_s1029" type="#_x0000_t202" style="position:absolute;margin-left:23.95pt;margin-top:-1.85pt;width:188.2pt;height:24.3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" filled="f" stroked="f">
              <v:textbox>
                <w:txbxContent>
                  <w:p w14:paraId="624E6284" w14:textId="77777777" w:rsidR="00F12E7F" w:rsidRPr="00C9311C" w:rsidRDefault="00F12E7F" w:rsidP="00F12E7F">
                    <w:pPr>
                      <w:rPr>
                        <w:rFonts w:ascii="Calibri" w:hAnsi="Calibri" w:cs="Calibri"/>
                        <w:sz w:val="28"/>
                      </w:rPr>
                    </w:pPr>
                    <w:r w:rsidRPr="00C9311C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  <w:t xml:space="preserve">Autoritate de Management 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583FB1DA" wp14:editId="1E96D6D5">
              <wp:simplePos x="0" y="0"/>
              <wp:positionH relativeFrom="column">
                <wp:posOffset>-534035</wp:posOffset>
              </wp:positionH>
              <wp:positionV relativeFrom="paragraph">
                <wp:posOffset>-137795</wp:posOffset>
              </wp:positionV>
              <wp:extent cx="3075940" cy="778510"/>
              <wp:effectExtent l="0" t="0" r="1270" b="0"/>
              <wp:wrapNone/>
              <wp:docPr id="7" name="Group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75940" cy="778510"/>
                        <a:chOff x="406" y="15495"/>
                        <a:chExt cx="4844" cy="1226"/>
                      </a:xfrm>
                    </wpg:grpSpPr>
                    <pic:pic xmlns:pic="http://schemas.openxmlformats.org/drawingml/2006/picture">
                      <pic:nvPicPr>
                        <pic:cNvPr id="8" name="Picture 31" descr="LOGO_romana_bun"/>
                        <pic:cNvPicPr preferRelativeResize="0">
                          <a:picLocks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06" y="15495"/>
                          <a:ext cx="1335" cy="10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9" name="Text Box 32"/>
                      <wps:cNvSpPr txBox="1">
                        <a:spLocks noChangeArrowheads="1"/>
                      </wps:cNvSpPr>
                      <wps:spPr bwMode="auto">
                        <a:xfrm>
                          <a:off x="1741" y="16024"/>
                          <a:ext cx="3509" cy="69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C3210FF" w14:textId="77777777" w:rsidR="00F12E7F" w:rsidRPr="00F914B7" w:rsidRDefault="00F12E7F" w:rsidP="00F12E7F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F914B7"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  <w:t>Programul Regiunea Centru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group w14:anchorId="583FB1DA" id="Group 30" o:spid="_x0000_s1030" style="position:absolute;margin-left:-42.05pt;margin-top:-10.85pt;width:242.2pt;height:61.3pt;z-index:251662336" coordorigin="406,15495" coordsize="4844,122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CZiI3mdojtk6usFZq+N6fBvXF+uv5uiI+9Gy63HTop5c+bqBR6viWp1e8ZL7Un5Fei&#10;ELLqcmXotbaO6OoERyAAaPwcycrS5MfzbLDh1t8Vq90gt0s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CZiI3mdojtOrrBV6zjenwb1w/rr+b3sfejZtbjp0U8ufN&#10;1Ao9XxDU6yf1t/J+ZXohBy6jJm99bo7o6gRXMAAAAFx4OZNtTkx7++rv/BL4dbbJavfANEs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BW63jOn0+9cc87k7o6o+9H&#10;zazHj6K+VbzdQKLV8R1GsmecvMU+ZXohBy6jJmnyrbR3R1AiOQAAAAAAAncHyc3xLF3W8mXbR25O&#10;or5+gGsWo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IWu4np9HExa&#10;eXk+ZXr+/ucc2px4eiZ3t3QCg1vFNRrN6zbkY/mV/PvQM2qyZujfk17oBBcQAAAAAAAAAHTT35vU&#10;Y7/NtEvWOeTkrPdINrE7xE965jpgH0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Bx1Oqw6WnKzZIr3R2z6IeMmWmKu97RAKDXcbzZ96YP1WPv+VPsQc2tvfeMfk1/EFWig+AA&#10;AAAAAAAAAAANnocnO6PDfvrC4wW5WGlu+Ad3s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B8tatKza0xWsdczPU+TMRG8ztAKbXcdrXfHpI5U/vJ6vuRM+uiN64umfnSCiy5cma8&#10;3y3m9p7ZlBte17cq0zM+cHh8AAAAAAAAAAAAAAAGp4Fk5fDqx21mYWehtytPEd07AsUg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EHX8VwaLev7TL8yJ6vTPY4Z9VTD0e+t3QDO6&#10;3X59bffJbavZSOqFfmz3zT5U9HZEdQIrmAAAAAAAAAAAAAAAAAAvvBrJ5ObH54sncOt0Xr94LxN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eM2bHgxzky2itY65l5vetKza07RAKDX&#10;8cyZd8el3x0+d8qfYg59ba+9cXkx39sgqJmZneZ3lE6wfAAAAAAAAAAAAAAAAAAAAWng/k5GvmvZ&#10;espOgttn274Bplk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Cu4hxfDpN6U2yZe6O&#10;qPSj6jV0xeTXyr93cDO6rV5tXk5ea2/dEdUK/LlvltvefuBweAAAAAAAAAAAAAAAAAAAAAAErhuT&#10;mtfhtv8AK2dNNbk56T5wbBbg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PGXLTDjnJkt&#10;Fax1zL5a1aVm1p2iO0FBxHjd82+PS70p227Z9iBqNbN/Jxb1r39sgqEQHwAAAAAAAAAAAAAAAAAA&#10;AAAAAHqluRetu6dyJ2tE9wNtjtF8dbR2xErqs71ie+Aen0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RNdxHDoq+XPKyT1Ujrn2OWfUUwx09NuyIBmdbrs2tycrLbasdVI6oVubPfNbe09HZHZ&#10;AIzmAAAAAAAAAAAAAAAAAAAAAAAAAAANfwrJznDsM9sV2W2ltytPSfNsCW6g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TMRG89EAKbiPG60icWknlW6pv2R6EPUa2K71xdM/OBQXvbJabXtNrT1z&#10;M7zKBMzad7TMzPbIPIAAAAAAAAAAAAAAAAAAAAAAAAAAAADS+DuTlaK1PmWWPD7b4ZjukFql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Cr8IMPOaGMkR047b/dKNr6crByu2sgzKtAAAAAAAAAAAAAAAAA&#10;AAAAAAAAAAAAAAAAAafgGTl8P5PzLTCy0Ft8G3dILNJ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Ck8JMO9MWeI6p5M/l+aFxGnRW/3AoEEAAAAAAAAAAAA&#10;AAAAAAAAAAAAAAAAAAAAEjQZOa12G/daHvBbk56T5wbJc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DlqNPi1WKceakWr+Meh5yY65a8m8bwDN8R4Tl0czekTkw/Ojrj0q3UaW+GZtHlU7+4Fc4AAAAA&#10;AAAAAAAAAAAAAAAAAAAAAAAAAAAAsOB4+XxKk7e9ibf+/wAXfRV5Wpr5o3Bqlo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1" o:spid="_x0000_s1031" type="#_x0000_t75" alt="LOGO_romana_bun" style="position:absolute;left:406;top:15495;width:1335;height:1087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">
                <v:imagedata r:id="rId3" o:title="LOGO_romana_bun"/>
                <o:lock v:ext="edit" aspectratio="f"/>
              </v:shape>
              <v:shape id="Text Box 32" o:spid="_x0000_s1032" type="#_x0000_t202" style="position:absolute;left:1741;top:16024;width:3509;height:6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" filled="f" stroked="f">
                <v:textbox>
                  <w:txbxContent>
                    <w:p w14:paraId="7C3210FF" w14:textId="77777777" w:rsidR="00F12E7F" w:rsidRPr="00F914B7" w:rsidRDefault="00F12E7F" w:rsidP="00F12E7F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F914B7"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  <w:t>Programul Regiunea Centru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BBC6CAB" wp14:editId="26A193F2">
              <wp:simplePos x="0" y="0"/>
              <wp:positionH relativeFrom="column">
                <wp:posOffset>3950970</wp:posOffset>
              </wp:positionH>
              <wp:positionV relativeFrom="paragraph">
                <wp:posOffset>-27305</wp:posOffset>
              </wp:positionV>
              <wp:extent cx="2744470" cy="645160"/>
              <wp:effectExtent l="0" t="1270" r="635" b="1270"/>
              <wp:wrapNone/>
              <wp:docPr id="6" name="Text Box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4470" cy="645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12C295F" w14:textId="77777777" w:rsidR="00F12E7F" w:rsidRDefault="00F12E7F" w:rsidP="00F12E7F">
                          <w:pPr>
                            <w:spacing w:line="240" w:lineRule="exact"/>
                            <w:jc w:val="right"/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</w:pPr>
                          <w:r w:rsidRPr="002E0B54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www.adrcentru.ro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 I   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Facebook.com/ADRCentru.ro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</w:t>
                          </w:r>
                        </w:p>
                        <w:p w14:paraId="163BDA4F" w14:textId="77777777" w:rsidR="00F12E7F" w:rsidRDefault="00F12E7F" w:rsidP="00F12E7F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</w:pPr>
                          <w:proofErr w:type="gramStart"/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>E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>-mail:</w:t>
                          </w:r>
                          <w:proofErr w:type="gramEnd"/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</w:t>
                          </w:r>
                          <w:hyperlink r:id="rId4" w:history="1">
                            <w:r w:rsidRPr="008E1CDF">
                              <w:rPr>
                                <w:rStyle w:val="Hyperlink"/>
                                <w:rFonts w:ascii="Trebuchet MS" w:hAnsi="Trebuchet MS"/>
                                <w:b/>
                                <w:sz w:val="16"/>
                                <w:szCs w:val="16"/>
                              </w:rPr>
                              <w:t>office@adrcentru.ro</w:t>
                            </w:r>
                          </w:hyperlink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I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 xml:space="preserve">Tel.: 0258-818616 </w:t>
                          </w:r>
                        </w:p>
                        <w:p w14:paraId="1132D667" w14:textId="77777777" w:rsidR="00F12E7F" w:rsidRPr="00FA2B09" w:rsidRDefault="00F12E7F" w:rsidP="00F12E7F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</w:pP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Str. Decebal, 1</w:t>
                          </w:r>
                          <w:r w:rsidR="00E31672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1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 xml:space="preserve">, 510093, Alba Iulia,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Romania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shape w14:anchorId="1BBC6CAB" id="Text Box 28" o:spid="_x0000_s1033" type="#_x0000_t202" style="position:absolute;margin-left:311.1pt;margin-top:-2.15pt;width:216.1pt;height:50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" stroked="f">
              <v:stroke dashstyle="1 1" endcap="round"/>
              <v:textbox>
                <w:txbxContent>
                  <w:p w14:paraId="012C295F" w14:textId="77777777" w:rsidR="00F12E7F" w:rsidRDefault="00F12E7F" w:rsidP="00F12E7F">
                    <w:pPr>
                      <w:spacing w:line="240" w:lineRule="exact"/>
                      <w:jc w:val="right"/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</w:pPr>
                    <w:r w:rsidRPr="002E0B54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www.adrcentru.ro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 I   </w:t>
                    </w:r>
                    <w:r w:rsidRPr="00FA2B09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Facebook.com/ADRCentru.ro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</w:t>
                    </w:r>
                  </w:p>
                  <w:p w14:paraId="163BDA4F" w14:textId="77777777" w:rsidR="00F12E7F" w:rsidRDefault="00F12E7F" w:rsidP="00F12E7F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</w:pPr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>E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-mail: </w:t>
                    </w:r>
                    <w:hyperlink r:id="rId5" w:history="1">
                      <w:r w:rsidRPr="008E1CDF">
                        <w:rPr>
                          <w:rStyle w:val="Hyperlink"/>
                          <w:rFonts w:ascii="Trebuchet MS" w:hAnsi="Trebuchet MS"/>
                          <w:b/>
                          <w:sz w:val="16"/>
                          <w:szCs w:val="16"/>
                        </w:rPr>
                        <w:t>office@adrcentru.ro</w:t>
                      </w:r>
                    </w:hyperlink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I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 xml:space="preserve">Tel.: 0258-818616 </w:t>
                    </w:r>
                  </w:p>
                  <w:p w14:paraId="1132D667" w14:textId="77777777" w:rsidR="00F12E7F" w:rsidRPr="00FA2B09" w:rsidRDefault="00F12E7F" w:rsidP="00F12E7F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</w:pP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Str. Decebal, 1</w:t>
                    </w:r>
                    <w:r w:rsidR="00E31672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1</w:t>
                    </w: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 xml:space="preserve">, 510093, Alba Iulia,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it-IT"/>
                      </w:rPr>
                      <w:t>Romania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w:drawing>
        <wp:anchor distT="0" distB="0" distL="114300" distR="114300" simplePos="0" relativeHeight="251661312" behindDoc="0" locked="0" layoutInCell="1" allowOverlap="1" wp14:anchorId="1FB56AC1" wp14:editId="0DCD3EAA">
          <wp:simplePos x="0" y="0"/>
          <wp:positionH relativeFrom="column">
            <wp:posOffset>-810895</wp:posOffset>
          </wp:positionH>
          <wp:positionV relativeFrom="paragraph">
            <wp:posOffset>-236855</wp:posOffset>
          </wp:positionV>
          <wp:extent cx="7983220" cy="107315"/>
          <wp:effectExtent l="0" t="0" r="0" b="0"/>
          <wp:wrapNone/>
          <wp:docPr id="29" name="Imagine 29" descr="Banda color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9" descr="Banda colorata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83220" cy="107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8EEB39C" w14:textId="77777777" w:rsidR="002B3BB9" w:rsidRDefault="002B3BB9">
    <w:pPr>
      <w:pStyle w:val="Footer"/>
      <w:rPr>
        <w:sz w:val="1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594226" w14:textId="77777777" w:rsidR="00072DDE" w:rsidRDefault="00542F08">
    <w:pPr>
      <w:pStyle w:val="Footer"/>
    </w:pPr>
    <w:r>
      <w:rPr>
        <w:noProof/>
        <w:lang w:val="en-US" w:eastAsia="en-US"/>
      </w:rPr>
      <w:drawing>
        <wp:anchor distT="0" distB="0" distL="114300" distR="114300" simplePos="0" relativeHeight="251659264" behindDoc="0" locked="0" layoutInCell="1" allowOverlap="1" wp14:anchorId="07639DF6" wp14:editId="13AF95F4">
          <wp:simplePos x="0" y="0"/>
          <wp:positionH relativeFrom="column">
            <wp:posOffset>2227580</wp:posOffset>
          </wp:positionH>
          <wp:positionV relativeFrom="paragraph">
            <wp:posOffset>-504190</wp:posOffset>
          </wp:positionV>
          <wp:extent cx="1952625" cy="156845"/>
          <wp:effectExtent l="0" t="0" r="0" b="0"/>
          <wp:wrapNone/>
          <wp:docPr id="27" name="Imagine 27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7" descr="Untitl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547" r="-500" b="17809"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15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21862DC" wp14:editId="0C95697B">
              <wp:simplePos x="0" y="0"/>
              <wp:positionH relativeFrom="column">
                <wp:posOffset>304165</wp:posOffset>
              </wp:positionH>
              <wp:positionV relativeFrom="paragraph">
                <wp:posOffset>-23495</wp:posOffset>
              </wp:positionV>
              <wp:extent cx="2390140" cy="309245"/>
              <wp:effectExtent l="0" t="0" r="1270" b="0"/>
              <wp:wrapNone/>
              <wp:docPr id="5" name="Text Box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90140" cy="309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8288716" w14:textId="77777777" w:rsidR="00643AC4" w:rsidRPr="00C9311C" w:rsidRDefault="00643AC4" w:rsidP="00643AC4">
                          <w:pPr>
                            <w:rPr>
                              <w:rFonts w:ascii="Calibri" w:hAnsi="Calibri" w:cs="Calibri"/>
                              <w:sz w:val="28"/>
                            </w:rPr>
                          </w:pPr>
                          <w:r w:rsidRPr="00C9311C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  <w:t xml:space="preserve">Autoritate de Management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shapetype w14:anchorId="521862DC" id="_x0000_t202" coordsize="21600,21600" o:spt="202" path="m,l,21600r21600,l21600,xe">
              <v:stroke joinstyle="miter"/>
              <v:path gradientshapeok="t" o:connecttype="rect"/>
            </v:shapetype>
            <v:shape id="Text Box 26" o:spid="_x0000_s1034" type="#_x0000_t202" style="position:absolute;margin-left:23.95pt;margin-top:-1.85pt;width:188.2pt;height:24.3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" filled="f" stroked="f">
              <v:textbox>
                <w:txbxContent>
                  <w:p w14:paraId="58288716" w14:textId="77777777" w:rsidR="00643AC4" w:rsidRPr="00C9311C" w:rsidRDefault="00643AC4" w:rsidP="00643AC4">
                    <w:pPr>
                      <w:rPr>
                        <w:rFonts w:ascii="Calibri" w:hAnsi="Calibri" w:cs="Calibri"/>
                        <w:sz w:val="28"/>
                      </w:rPr>
                    </w:pPr>
                    <w:r w:rsidRPr="00C9311C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  <w:t xml:space="preserve">Autoritate de Management 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mc:AlternateContent>
        <mc:Choice Requires="wpg">
          <w:drawing>
            <wp:anchor distT="0" distB="0" distL="114300" distR="114300" simplePos="0" relativeHeight="251657216" behindDoc="0" locked="0" layoutInCell="1" allowOverlap="1" wp14:anchorId="5AFC3D7E" wp14:editId="19CFF241">
              <wp:simplePos x="0" y="0"/>
              <wp:positionH relativeFrom="column">
                <wp:posOffset>-534035</wp:posOffset>
              </wp:positionH>
              <wp:positionV relativeFrom="paragraph">
                <wp:posOffset>-137795</wp:posOffset>
              </wp:positionV>
              <wp:extent cx="3075940" cy="778510"/>
              <wp:effectExtent l="0" t="0" r="1270" b="0"/>
              <wp:wrapNone/>
              <wp:docPr id="2" name="Group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75940" cy="778510"/>
                        <a:chOff x="406" y="15495"/>
                        <a:chExt cx="4844" cy="1226"/>
                      </a:xfrm>
                    </wpg:grpSpPr>
                    <pic:pic xmlns:pic="http://schemas.openxmlformats.org/drawingml/2006/picture">
                      <pic:nvPicPr>
                        <pic:cNvPr id="3" name="Picture 24" descr="LOGO_romana_bun"/>
                        <pic:cNvPicPr preferRelativeResize="0">
                          <a:picLocks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06" y="15495"/>
                          <a:ext cx="1335" cy="10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4" name="Text Box 25"/>
                      <wps:cNvSpPr txBox="1">
                        <a:spLocks noChangeArrowheads="1"/>
                      </wps:cNvSpPr>
                      <wps:spPr bwMode="auto">
                        <a:xfrm>
                          <a:off x="1741" y="16024"/>
                          <a:ext cx="3509" cy="69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2C004A5" w14:textId="77777777" w:rsidR="00643AC4" w:rsidRPr="00F914B7" w:rsidRDefault="00643AC4" w:rsidP="00643AC4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F914B7"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  <w:t>Programul Regiunea Centru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group w14:anchorId="5AFC3D7E" id="Group 23" o:spid="_x0000_s1035" style="position:absolute;margin-left:-42.05pt;margin-top:-10.85pt;width:242.2pt;height:61.3pt;z-index:251657216" coordorigin="406,15495" coordsize="4844,122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JmIjeZ2iO2Tq6wVmr43p8G9cX66/m6Ij70bLrcdOinlz5uoFHq+JanV7xkvtSfkV6IQ&#10;supyZei1to7o6gRHIABo/BzJytLkx/NssOHW3xWr3SC3Sw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JmIjeZ2iO06usFXrON6fBvXD+uv5vex96Nm1uOnRTy583U&#10;Cj1fENTrJ/W38n5leiEHLqMmb31ujujqBFcwAAAAXHg5k21OTHv76u/8Evh1tslq98A0Sw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FbreM6fT71xzzuTujqj70fN&#10;rMePor5VvN1AotXxHUayZ5y8xT5leiEHLqMmafKttHdHUCI5AAAAAAACdwfJzfEsXdbyZdtHbk6i&#10;vn6Aaxag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ha7ien0cTFp5&#10;eT5lev7+5xzanHh6Jne3dAKDW8U1Gs3rNuRj+ZX8+9AzarJm6N+TXugEFxAAAAAAAAAAdNPfm9Rj&#10;v820S9Y55OSs90g2sTvET3rmOmAfQ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HHU6rDpacrNkivdHbPoh4yZaYq73tEAoNdxvNn3pg/VY+/5U+xBza2994x+TX8QVaKD4AAA&#10;AAAAAAAAAA2ehyc7o8N++sLjBblYaW74B3ew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Hy1q0rNrTFax1zM9T5MxEbzO0Aptdx2td8ekjlT+8nq+5Ez66I3ri6Z+dIKLLlyZrzf&#10;Leb2ntmUG17XtyrTMz5weHwAAAAAAAAAAAAAAAangWTl8OrHbWZhZ6G3K08R3TsCxS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QdfxXBot6/tMvzInq9M9jhn1VMPR763dAM7rd&#10;fn1t98ltq9lI6oV+bPfNPlT0dkR1AiuYAAAAAAAAAAAAAAAAAC+8Gsnk5sfniydw63Rev3gvE0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B4zZseDHOTLaK1jrmXm960rNrTtEAoNfx&#10;zJl3x6XfHT53yp9iDn1tr71xeTHf2yComZmd5neUTrB8AAAAAAAAAAAAAAAAAAABaeD+Tka+a9l6&#10;yk6C22fbvgGmWQ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K7iHF8Ok3pTbJl7o6o&#10;9KPqNXTF5NfKv3dwM7qtXm1eTl5rb90R1Qr8uW+W295+4HB4AAAAAAAAAAAAAAAAAAAAAASuG5Oa&#10;1+G2/wArZ001uTnpPnBsFu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8ZctMOOcmS0V&#10;rHXMvlrVpWbWnaI7QUHEeN3zb49LvSnbbtn2IGo1s38nFvWvf2yCoRAfAAAAAAAAAAAAAAAAAAAA&#10;AAAAeqW5F627p3Ina0T3A22O0Xx1tHbESuqzvWJ74B6fQ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BE13EcOir5c8rJPVSOufY5Z9RTDHT027IgGZ1uuza3Jysttqx1UjqhW5s981t7T0dkdkA&#10;jOYAAAAAAAAAAAAAAAAAAAAAAAAAAA1/CsnOcOwz2xXZbaW3K09J82wJbq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BMxEbz0QApuI8brSJxaSeVbqm/ZHoQ9RrYrvXF0z84FBe9slpte02tPXMz&#10;vMoEzNp3tMzM9sg8gAAAAAAAAAAAAAAAAAAAAAAAAAAAANL4O5OVorU+ZZY8PtvhmO6QWqU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KTwkw70xZ4jqnkz+X5oXEadFb/cCgQQAAAAAAAAAAAAA&#10;AAAAAAAAAAAAAAAAAAASNBk5rXYb91oe8FuTnpPnBslw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OWo0+LVYpx5qRav4x6HnJjrlrybxvAM3xHhOXRzN6ROTD86OuPSrdRpb4Zm0eVTv7gVzgAAAAAA&#10;AAAAAAAAAAAAAAAAAAAAAAAAAACw4Hj5fEqTt72Jt/7/ABd9FXlamvmjcGqWg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4" o:spid="_x0000_s1036" type="#_x0000_t75" alt="LOGO_romana_bun" style="position:absolute;left:406;top:15495;width:1335;height:1087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">
                <v:imagedata r:id="rId3" o:title="LOGO_romana_bun"/>
                <o:lock v:ext="edit" aspectratio="f"/>
              </v:shape>
              <v:shape id="Text Box 25" o:spid="_x0000_s1037" type="#_x0000_t202" style="position:absolute;left:1741;top:16024;width:3509;height:6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" filled="f" stroked="f">
                <v:textbox>
                  <w:txbxContent>
                    <w:p w14:paraId="32C004A5" w14:textId="77777777" w:rsidR="00643AC4" w:rsidRPr="00F914B7" w:rsidRDefault="00643AC4" w:rsidP="00643AC4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F914B7"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  <w:t>Programul Regiunea Centru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598D552B" wp14:editId="1E093D3F">
              <wp:simplePos x="0" y="0"/>
              <wp:positionH relativeFrom="column">
                <wp:posOffset>3950970</wp:posOffset>
              </wp:positionH>
              <wp:positionV relativeFrom="paragraph">
                <wp:posOffset>-27305</wp:posOffset>
              </wp:positionV>
              <wp:extent cx="2744470" cy="645160"/>
              <wp:effectExtent l="0" t="1270" r="635" b="1270"/>
              <wp:wrapNone/>
              <wp:docPr id="1" name="Text Box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4470" cy="645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362F4F1" w14:textId="77777777" w:rsidR="0009018B" w:rsidRDefault="0009018B" w:rsidP="0009018B">
                          <w:pPr>
                            <w:spacing w:line="240" w:lineRule="exact"/>
                            <w:jc w:val="right"/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</w:pPr>
                          <w:r w:rsidRPr="002E0B54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www.adrcentru.ro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 I   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Facebook.com/ADRCentru.ro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</w:t>
                          </w:r>
                        </w:p>
                        <w:p w14:paraId="265B8E94" w14:textId="77777777" w:rsidR="0009018B" w:rsidRDefault="0009018B" w:rsidP="0009018B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</w:pPr>
                          <w:proofErr w:type="gramStart"/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>E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>-mail:</w:t>
                          </w:r>
                          <w:proofErr w:type="gramEnd"/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</w:t>
                          </w:r>
                          <w:hyperlink r:id="rId4" w:history="1">
                            <w:r w:rsidRPr="008E1CDF">
                              <w:rPr>
                                <w:rStyle w:val="Hyperlink"/>
                                <w:rFonts w:ascii="Trebuchet MS" w:hAnsi="Trebuchet MS"/>
                                <w:b/>
                                <w:sz w:val="16"/>
                                <w:szCs w:val="16"/>
                              </w:rPr>
                              <w:t>office@adrcentru.ro</w:t>
                            </w:r>
                          </w:hyperlink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I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 xml:space="preserve">Tel.: 0258-818616 </w:t>
                          </w:r>
                        </w:p>
                        <w:p w14:paraId="2179931E" w14:textId="77777777" w:rsidR="0009018B" w:rsidRPr="00FA2B09" w:rsidRDefault="0009018B" w:rsidP="0009018B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</w:pP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Str. Decebal, 1</w:t>
                          </w:r>
                          <w:r w:rsidR="00E31672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1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 xml:space="preserve">, 510093, Alba Iulia,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Romania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shape w14:anchorId="598D552B" id="Text Box 18" o:spid="_x0000_s1038" type="#_x0000_t202" style="position:absolute;margin-left:311.1pt;margin-top:-2.15pt;width:216.1pt;height:50.8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" stroked="f">
              <v:stroke dashstyle="1 1" endcap="round"/>
              <v:textbox>
                <w:txbxContent>
                  <w:p w14:paraId="2362F4F1" w14:textId="77777777" w:rsidR="0009018B" w:rsidRDefault="0009018B" w:rsidP="0009018B">
                    <w:pPr>
                      <w:spacing w:line="240" w:lineRule="exact"/>
                      <w:jc w:val="right"/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</w:pPr>
                    <w:r w:rsidRPr="002E0B54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www.adrcentru.ro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 I   </w:t>
                    </w:r>
                    <w:r w:rsidRPr="00FA2B09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Facebook.com/ADRCentru.ro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</w:t>
                    </w:r>
                  </w:p>
                  <w:p w14:paraId="265B8E94" w14:textId="77777777" w:rsidR="0009018B" w:rsidRDefault="0009018B" w:rsidP="0009018B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</w:pPr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>E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-mail: </w:t>
                    </w:r>
                    <w:hyperlink r:id="rId5" w:history="1">
                      <w:r w:rsidRPr="008E1CDF">
                        <w:rPr>
                          <w:rStyle w:val="Hyperlink"/>
                          <w:rFonts w:ascii="Trebuchet MS" w:hAnsi="Trebuchet MS"/>
                          <w:b/>
                          <w:sz w:val="16"/>
                          <w:szCs w:val="16"/>
                        </w:rPr>
                        <w:t>office@adrcentru.ro</w:t>
                      </w:r>
                    </w:hyperlink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I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 xml:space="preserve">Tel.: 0258-818616 </w:t>
                    </w:r>
                  </w:p>
                  <w:p w14:paraId="2179931E" w14:textId="77777777" w:rsidR="0009018B" w:rsidRPr="00FA2B09" w:rsidRDefault="0009018B" w:rsidP="0009018B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</w:pP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Str. Decebal, 1</w:t>
                    </w:r>
                    <w:r w:rsidR="00E31672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1</w:t>
                    </w: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 xml:space="preserve">, 510093, Alba Iulia,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it-IT"/>
                      </w:rPr>
                      <w:t>Romania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w:drawing>
        <wp:anchor distT="0" distB="0" distL="114300" distR="114300" simplePos="0" relativeHeight="251656192" behindDoc="0" locked="0" layoutInCell="1" allowOverlap="1" wp14:anchorId="637F5F91" wp14:editId="28823B08">
          <wp:simplePos x="0" y="0"/>
          <wp:positionH relativeFrom="column">
            <wp:posOffset>-810895</wp:posOffset>
          </wp:positionH>
          <wp:positionV relativeFrom="paragraph">
            <wp:posOffset>-236855</wp:posOffset>
          </wp:positionV>
          <wp:extent cx="7983220" cy="107315"/>
          <wp:effectExtent l="0" t="0" r="0" b="0"/>
          <wp:wrapNone/>
          <wp:docPr id="19" name="Imagine 19" descr="Banda color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 descr="Banda colorata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83220" cy="107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2882FB" w14:textId="77777777" w:rsidR="006F14B9" w:rsidRDefault="006F14B9">
      <w:r>
        <w:separator/>
      </w:r>
    </w:p>
  </w:footnote>
  <w:footnote w:type="continuationSeparator" w:id="0">
    <w:p w14:paraId="4E83DA82" w14:textId="77777777" w:rsidR="006F14B9" w:rsidRDefault="006F14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377F2A" w14:textId="07EF0A4C" w:rsidR="0095665C" w:rsidRDefault="0095665C">
    <w:pPr>
      <w:pStyle w:val="Header"/>
    </w:pPr>
    <w:r>
      <w:rPr>
        <w:noProof/>
      </w:rPr>
      <w:pict w14:anchorId="5716275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48461219" o:spid="_x0000_s21506" type="#_x0000_t136" style="position:absolute;margin-left:0;margin-top:0;width:583.6pt;height:89.75pt;rotation:315;z-index:-251648000;mso-position-horizontal:center;mso-position-horizontal-relative:margin;mso-position-vertical:center;mso-position-vertical-relative:margin" o:allowincell="f" fillcolor="silver" stroked="f">
          <v:fill opacity=".5"/>
          <v:textpath style="font-family:&quot;Arial Narrow&quot;;font-size:1pt" string="GHID CONSULTATIV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891EBC" w14:textId="2BC22343" w:rsidR="002B3BB9" w:rsidRPr="00851382" w:rsidRDefault="0095665C">
    <w:pPr>
      <w:pStyle w:val="Header"/>
      <w:rPr>
        <w:color w:val="999999"/>
      </w:rPr>
    </w:pPr>
    <w:r>
      <w:rPr>
        <w:noProof/>
      </w:rPr>
      <w:pict w14:anchorId="121E341E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48461220" o:spid="_x0000_s21507" type="#_x0000_t136" style="position:absolute;margin-left:0;margin-top:0;width:583.6pt;height:89.75pt;rotation:315;z-index:-251645952;mso-position-horizontal:center;mso-position-horizontal-relative:margin;mso-position-vertical:center;mso-position-vertical-relative:margin" o:allowincell="f" fillcolor="silver" stroked="f">
          <v:fill opacity=".5"/>
          <v:textpath style="font-family:&quot;Arial Narrow&quot;;font-size:1pt" string="GHID CONSULTATIV"/>
        </v:shape>
      </w:pict>
    </w:r>
    <w:r w:rsidR="00542F08" w:rsidRPr="00851382">
      <w:rPr>
        <w:noProof/>
        <w:color w:val="999999"/>
        <w:sz w:val="20"/>
        <w:szCs w:val="20"/>
        <w:lang w:val="en-US" w:eastAsia="en-US"/>
      </w:rPr>
      <mc:AlternateContent>
        <mc:Choice Requires="wpg">
          <w:drawing>
            <wp:anchor distT="0" distB="0" distL="114300" distR="114300" simplePos="0" relativeHeight="251651072" behindDoc="0" locked="0" layoutInCell="1" allowOverlap="1" wp14:anchorId="00D44A32" wp14:editId="6B2F125D">
              <wp:simplePos x="0" y="0"/>
              <wp:positionH relativeFrom="column">
                <wp:posOffset>4657725</wp:posOffset>
              </wp:positionH>
              <wp:positionV relativeFrom="paragraph">
                <wp:posOffset>-276225</wp:posOffset>
              </wp:positionV>
              <wp:extent cx="1400175" cy="685800"/>
              <wp:effectExtent l="9525" t="0" r="0" b="0"/>
              <wp:wrapNone/>
              <wp:docPr id="11" name="Group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400175" cy="685800"/>
                        <a:chOff x="8582" y="501"/>
                        <a:chExt cx="2205" cy="1080"/>
                      </a:xfrm>
                    </wpg:grpSpPr>
                    <wps:wsp>
                      <wps:cNvPr id="12" name="Text Box 13"/>
                      <wps:cNvSpPr txBox="1">
                        <a:spLocks noChangeArrowheads="1"/>
                      </wps:cNvSpPr>
                      <wps:spPr bwMode="auto">
                        <a:xfrm>
                          <a:off x="8627" y="501"/>
                          <a:ext cx="2160" cy="1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71F7754" w14:textId="77777777" w:rsidR="00376CFE" w:rsidRDefault="00376CFE" w:rsidP="00376CFE">
                            <w:pPr>
                              <w:spacing w:line="330" w:lineRule="auto"/>
                            </w:pPr>
                          </w:p>
                          <w:p w14:paraId="7D3187AF" w14:textId="77777777" w:rsidR="00376CFE" w:rsidRPr="00851382" w:rsidRDefault="00376CFE" w:rsidP="00376CFE">
                            <w:pPr>
                              <w:pStyle w:val="Heading3"/>
                              <w:spacing w:before="0" w:after="0" w:line="330" w:lineRule="auto"/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</w:pPr>
                            <w:r w:rsidRPr="00851382"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  <w:t>ADR CENTRU</w:t>
                            </w:r>
                          </w:p>
                        </w:txbxContent>
                      </wps:txbx>
                      <wps:bodyPr rot="0" vert="horz" wrap="square" lIns="72000" tIns="0" rIns="252000" bIns="0" anchor="t" anchorCtr="0" upright="1">
                        <a:noAutofit/>
                      </wps:bodyPr>
                    </wps:wsp>
                    <wps:wsp>
                      <wps:cNvPr id="13" name="Line 14"/>
                      <wps:cNvCnPr>
                        <a:cxnSpLocks noChangeShapeType="1"/>
                      </wps:cNvCnPr>
                      <wps:spPr bwMode="auto">
                        <a:xfrm>
                          <a:off x="8582" y="576"/>
                          <a:ext cx="0" cy="618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group w14:anchorId="00D44A32" id="Group 12" o:spid="_x0000_s1026" style="position:absolute;margin-left:366.75pt;margin-top:-21.75pt;width:110.25pt;height:54pt;z-index:251651072" coordorigin="8582,501" coordsize="2205,1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7" type="#_x0000_t202" style="position:absolute;left:8627;top:501;width:2160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" filled="f" stroked="f">
                <v:textbox inset="2mm,0,7mm,0">
                  <w:txbxContent>
                    <w:p w14:paraId="271F7754" w14:textId="77777777" w:rsidR="00376CFE" w:rsidRDefault="00376CFE" w:rsidP="00376CFE">
                      <w:pPr>
                        <w:spacing w:line="330" w:lineRule="auto"/>
                      </w:pPr>
                    </w:p>
                    <w:p w14:paraId="7D3187AF" w14:textId="77777777" w:rsidR="00376CFE" w:rsidRPr="00851382" w:rsidRDefault="00376CFE" w:rsidP="00376CFE">
                      <w:pPr>
                        <w:pStyle w:val="Titlu3"/>
                        <w:spacing w:before="0" w:after="0" w:line="330" w:lineRule="auto"/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</w:pPr>
                      <w:r w:rsidRPr="00851382"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  <w:t>ADR CENTRU</w:t>
                      </w:r>
                    </w:p>
                  </w:txbxContent>
                </v:textbox>
              </v:shape>
              <v:line id="Line 14" o:spid="_x0000_s1028" style="position:absolute;visibility:visible;mso-wrap-style:square" from="8582,576" to="8582,11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" strokecolor="gray" strokeweight=".5pt"/>
            </v:group>
          </w:pict>
        </mc:Fallback>
      </mc:AlternateContent>
    </w:r>
    <w:r w:rsidR="002B3BB9" w:rsidRPr="00851382">
      <w:rPr>
        <w:color w:val="999999"/>
        <w:sz w:val="20"/>
        <w:szCs w:val="20"/>
      </w:rPr>
      <w:t xml:space="preserve">Pagina </w:t>
    </w:r>
    <w:r w:rsidR="002B3BB9" w:rsidRPr="00851382">
      <w:rPr>
        <w:color w:val="999999"/>
        <w:sz w:val="20"/>
        <w:szCs w:val="20"/>
      </w:rPr>
      <w:fldChar w:fldCharType="begin"/>
    </w:r>
    <w:r w:rsidR="002B3BB9" w:rsidRPr="00851382">
      <w:rPr>
        <w:color w:val="999999"/>
        <w:sz w:val="20"/>
        <w:szCs w:val="20"/>
      </w:rPr>
      <w:instrText xml:space="preserve"> PAGE </w:instrText>
    </w:r>
    <w:r w:rsidR="002B3BB9" w:rsidRPr="00851382">
      <w:rPr>
        <w:color w:val="999999"/>
        <w:sz w:val="20"/>
        <w:szCs w:val="20"/>
      </w:rPr>
      <w:fldChar w:fldCharType="separate"/>
    </w:r>
    <w:r w:rsidR="00542F08">
      <w:rPr>
        <w:noProof/>
        <w:color w:val="999999"/>
        <w:sz w:val="20"/>
        <w:szCs w:val="20"/>
      </w:rPr>
      <w:t>2</w:t>
    </w:r>
    <w:r w:rsidR="002B3BB9" w:rsidRPr="00851382">
      <w:rPr>
        <w:color w:val="999999"/>
        <w:sz w:val="20"/>
        <w:szCs w:val="20"/>
      </w:rPr>
      <w:fldChar w:fldCharType="end"/>
    </w:r>
    <w:r w:rsidR="002B3BB9" w:rsidRPr="00851382">
      <w:rPr>
        <w:color w:val="999999"/>
        <w:sz w:val="20"/>
        <w:szCs w:val="20"/>
      </w:rPr>
      <w:t xml:space="preserve"> din </w:t>
    </w:r>
    <w:r w:rsidR="002B3BB9" w:rsidRPr="00851382">
      <w:rPr>
        <w:color w:val="999999"/>
        <w:sz w:val="20"/>
        <w:szCs w:val="20"/>
      </w:rPr>
      <w:fldChar w:fldCharType="begin"/>
    </w:r>
    <w:r w:rsidR="002B3BB9" w:rsidRPr="00851382">
      <w:rPr>
        <w:color w:val="999999"/>
        <w:sz w:val="20"/>
        <w:szCs w:val="20"/>
      </w:rPr>
      <w:instrText xml:space="preserve"> NUMPAGES </w:instrText>
    </w:r>
    <w:r w:rsidR="002B3BB9" w:rsidRPr="00851382">
      <w:rPr>
        <w:color w:val="999999"/>
        <w:sz w:val="20"/>
        <w:szCs w:val="20"/>
      </w:rPr>
      <w:fldChar w:fldCharType="separate"/>
    </w:r>
    <w:r w:rsidR="00542F08">
      <w:rPr>
        <w:noProof/>
        <w:color w:val="999999"/>
        <w:sz w:val="20"/>
        <w:szCs w:val="20"/>
      </w:rPr>
      <w:t>3</w:t>
    </w:r>
    <w:r w:rsidR="002B3BB9" w:rsidRPr="00851382">
      <w:rPr>
        <w:color w:val="999999"/>
        <w:sz w:val="20"/>
        <w:szCs w:val="20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4838C9" w14:textId="0EF1A0FD" w:rsidR="002B3BB9" w:rsidRDefault="0095665C">
    <w:pPr>
      <w:pStyle w:val="Header"/>
      <w:tabs>
        <w:tab w:val="clear" w:pos="4536"/>
        <w:tab w:val="clear" w:pos="9072"/>
        <w:tab w:val="left" w:pos="6473"/>
      </w:tabs>
    </w:pPr>
    <w:r>
      <w:rPr>
        <w:noProof/>
      </w:rPr>
      <w:pict w14:anchorId="5E66204A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48461218" o:spid="_x0000_s21505" type="#_x0000_t136" style="position:absolute;margin-left:0;margin-top:0;width:583.6pt;height:89.75pt;rotation:315;z-index:-251650048;mso-position-horizontal:center;mso-position-horizontal-relative:margin;mso-position-vertical:center;mso-position-vertical-relative:margin" o:allowincell="f" fillcolor="silver" stroked="f">
          <v:fill opacity=".5"/>
          <v:textpath style="font-family:&quot;Arial Narrow&quot;;font-size:1pt" string="GHID CONSULTATIV"/>
        </v:shape>
      </w:pict>
    </w:r>
    <w:r w:rsidR="00542F08">
      <w:rPr>
        <w:noProof/>
        <w:lang w:val="en-US" w:eastAsia="en-US"/>
      </w:rPr>
      <w:drawing>
        <wp:anchor distT="0" distB="0" distL="114300" distR="114300" simplePos="0" relativeHeight="251652096" behindDoc="0" locked="0" layoutInCell="1" allowOverlap="1" wp14:anchorId="15E9BD5A" wp14:editId="4311E503">
          <wp:simplePos x="0" y="0"/>
          <wp:positionH relativeFrom="column">
            <wp:posOffset>2546350</wp:posOffset>
          </wp:positionH>
          <wp:positionV relativeFrom="paragraph">
            <wp:posOffset>-590550</wp:posOffset>
          </wp:positionV>
          <wp:extent cx="880110" cy="929640"/>
          <wp:effectExtent l="0" t="0" r="0" b="0"/>
          <wp:wrapNone/>
          <wp:docPr id="15" name="Pictur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69627"/>
                  <a:stretch>
                    <a:fillRect/>
                  </a:stretch>
                </pic:blipFill>
                <pic:spPr bwMode="auto">
                  <a:xfrm>
                    <a:off x="0" y="0"/>
                    <a:ext cx="880110" cy="929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42F08">
      <w:rPr>
        <w:noProof/>
        <w:lang w:val="en-US" w:eastAsia="en-US"/>
      </w:rPr>
      <w:drawing>
        <wp:anchor distT="0" distB="0" distL="114300" distR="114300" simplePos="0" relativeHeight="251653120" behindDoc="0" locked="0" layoutInCell="1" allowOverlap="1" wp14:anchorId="208B6A3A" wp14:editId="1F76E726">
          <wp:simplePos x="0" y="0"/>
          <wp:positionH relativeFrom="column">
            <wp:posOffset>-387350</wp:posOffset>
          </wp:positionH>
          <wp:positionV relativeFrom="paragraph">
            <wp:posOffset>-266700</wp:posOffset>
          </wp:positionV>
          <wp:extent cx="2181225" cy="452755"/>
          <wp:effectExtent l="0" t="0" r="0" b="0"/>
          <wp:wrapNone/>
          <wp:docPr id="16" name="Imagine 16" descr="RO Cofinanțat de Uniunea Europeană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RO Cofinanțat de Uniunea Europeană_PO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81225" cy="452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42F08">
      <w:rPr>
        <w:noProof/>
        <w:lang w:val="en-US" w:eastAsia="en-US"/>
      </w:rPr>
      <w:drawing>
        <wp:anchor distT="0" distB="0" distL="114300" distR="114300" simplePos="0" relativeHeight="251654144" behindDoc="0" locked="0" layoutInCell="1" allowOverlap="1" wp14:anchorId="2F8E597F" wp14:editId="030C3BED">
          <wp:simplePos x="0" y="0"/>
          <wp:positionH relativeFrom="column">
            <wp:posOffset>4479925</wp:posOffset>
          </wp:positionH>
          <wp:positionV relativeFrom="paragraph">
            <wp:posOffset>-339090</wp:posOffset>
          </wp:positionV>
          <wp:extent cx="1733550" cy="504825"/>
          <wp:effectExtent l="0" t="0" r="0" b="0"/>
          <wp:wrapNone/>
          <wp:docPr id="17" name="Imagine 17" descr="Logo FIN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 descr="Logo FINAL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3550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B3BB9">
      <w:t xml:space="preserve">   </w:t>
    </w:r>
    <w:r w:rsidR="002B3BB9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6E05C7"/>
    <w:multiLevelType w:val="hybridMultilevel"/>
    <w:tmpl w:val="B8DEBCA6"/>
    <w:lvl w:ilvl="0" w:tplc="795E9C7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FF135C"/>
    <w:multiLevelType w:val="hybridMultilevel"/>
    <w:tmpl w:val="6D0855C4"/>
    <w:lvl w:ilvl="0" w:tplc="04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noPunctuationKerning/>
  <w:characterSpacingControl w:val="doNotCompress"/>
  <w:hdrShapeDefaults>
    <o:shapedefaults v:ext="edit" spidmax="21508"/>
    <o:shapelayout v:ext="edit">
      <o:idmap v:ext="edit" data="2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3BB9"/>
    <w:rsid w:val="00015606"/>
    <w:rsid w:val="00072DDE"/>
    <w:rsid w:val="00080850"/>
    <w:rsid w:val="0009018B"/>
    <w:rsid w:val="00094830"/>
    <w:rsid w:val="000C2AAE"/>
    <w:rsid w:val="001175F2"/>
    <w:rsid w:val="001357F6"/>
    <w:rsid w:val="00144BFD"/>
    <w:rsid w:val="001E7D06"/>
    <w:rsid w:val="00287FCC"/>
    <w:rsid w:val="002B3BB9"/>
    <w:rsid w:val="002E07E9"/>
    <w:rsid w:val="002F1246"/>
    <w:rsid w:val="00351F71"/>
    <w:rsid w:val="00376CFE"/>
    <w:rsid w:val="003E2E03"/>
    <w:rsid w:val="00474F02"/>
    <w:rsid w:val="004A0565"/>
    <w:rsid w:val="00523BEA"/>
    <w:rsid w:val="00542F08"/>
    <w:rsid w:val="0057715F"/>
    <w:rsid w:val="005A6B00"/>
    <w:rsid w:val="005C21C9"/>
    <w:rsid w:val="005C7AFF"/>
    <w:rsid w:val="00643AC4"/>
    <w:rsid w:val="006B79B9"/>
    <w:rsid w:val="006F14B9"/>
    <w:rsid w:val="006F6A72"/>
    <w:rsid w:val="007209E0"/>
    <w:rsid w:val="00754551"/>
    <w:rsid w:val="007A69A6"/>
    <w:rsid w:val="007C403D"/>
    <w:rsid w:val="00851382"/>
    <w:rsid w:val="0088290B"/>
    <w:rsid w:val="008C26CE"/>
    <w:rsid w:val="008E7688"/>
    <w:rsid w:val="00936CF8"/>
    <w:rsid w:val="0095665C"/>
    <w:rsid w:val="0095716B"/>
    <w:rsid w:val="009F711B"/>
    <w:rsid w:val="00A06DE4"/>
    <w:rsid w:val="00A06EAA"/>
    <w:rsid w:val="00AB7152"/>
    <w:rsid w:val="00AE4990"/>
    <w:rsid w:val="00B15233"/>
    <w:rsid w:val="00BD3175"/>
    <w:rsid w:val="00C05C7A"/>
    <w:rsid w:val="00C82AD1"/>
    <w:rsid w:val="00C916A3"/>
    <w:rsid w:val="00CC6C98"/>
    <w:rsid w:val="00D22014"/>
    <w:rsid w:val="00D94812"/>
    <w:rsid w:val="00DD113C"/>
    <w:rsid w:val="00E31672"/>
    <w:rsid w:val="00E44D6D"/>
    <w:rsid w:val="00E753B1"/>
    <w:rsid w:val="00EF25AA"/>
    <w:rsid w:val="00EF6CD7"/>
    <w:rsid w:val="00F12E7F"/>
    <w:rsid w:val="00FD2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8"/>
    <o:shapelayout v:ext="edit">
      <o:idmap v:ext="edit" data="1"/>
    </o:shapelayout>
  </w:shapeDefaults>
  <w:decimalSymbol w:val="."/>
  <w:listSeparator w:val=","/>
  <w14:docId w14:val="4BF18F95"/>
  <w15:chartTrackingRefBased/>
  <w15:docId w15:val="{5BE3B24A-F45F-4A20-BA8F-5F5ACD5618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rFonts w:ascii="Arial Narrow" w:hAnsi="Arial Narrow"/>
      <w:sz w:val="24"/>
      <w:szCs w:val="24"/>
      <w:lang w:eastAsia="de-DE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pPr>
      <w:keepNext/>
      <w:spacing w:line="320" w:lineRule="exact"/>
      <w:outlineLvl w:val="4"/>
    </w:pPr>
    <w:rPr>
      <w:b/>
      <w:bCs/>
    </w:rPr>
  </w:style>
  <w:style w:type="paragraph" w:styleId="Heading6">
    <w:name w:val="heading 6"/>
    <w:basedOn w:val="Normal"/>
    <w:next w:val="Normal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Pr>
      <w:color w:val="0000FF"/>
      <w:u w:val="single"/>
    </w:rPr>
  </w:style>
  <w:style w:type="character" w:styleId="FollowedHyperlink">
    <w:name w:val="FollowedHyperlink"/>
    <w:rPr>
      <w:color w:val="800080"/>
      <w:u w:val="single"/>
    </w:rPr>
  </w:style>
  <w:style w:type="character" w:styleId="LineNumber">
    <w:name w:val="line number"/>
    <w:rPr>
      <w:rFonts w:ascii="Arial Narrow" w:hAnsi="Arial Narrow"/>
    </w:rPr>
  </w:style>
  <w:style w:type="paragraph" w:styleId="BodyTextIndent">
    <w:name w:val="Body Text Indent"/>
    <w:basedOn w:val="Normal"/>
    <w:link w:val="BodyTextIndentChar"/>
    <w:pPr>
      <w:tabs>
        <w:tab w:val="left" w:pos="720"/>
      </w:tabs>
      <w:spacing w:line="240" w:lineRule="exact"/>
      <w:ind w:left="720" w:hanging="720"/>
    </w:pPr>
    <w:rPr>
      <w:sz w:val="20"/>
    </w:rPr>
  </w:style>
  <w:style w:type="paragraph" w:styleId="BodyText">
    <w:name w:val="Body Text"/>
    <w:basedOn w:val="Normal"/>
    <w:pPr>
      <w:jc w:val="both"/>
    </w:pPr>
  </w:style>
  <w:style w:type="character" w:customStyle="1" w:styleId="BodyTextIndentChar">
    <w:name w:val="Body Text Indent Char"/>
    <w:link w:val="BodyTextIndent"/>
    <w:rsid w:val="008E7688"/>
    <w:rPr>
      <w:rFonts w:ascii="Arial Narrow" w:hAnsi="Arial Narrow"/>
      <w:szCs w:val="24"/>
      <w:lang w:val="ro-RO" w:eastAsia="de-DE"/>
    </w:rPr>
  </w:style>
  <w:style w:type="paragraph" w:styleId="BalloonText">
    <w:name w:val="Balloon Text"/>
    <w:basedOn w:val="Normal"/>
    <w:link w:val="BalloonTextChar"/>
    <w:rsid w:val="005C21C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5C21C9"/>
    <w:rPr>
      <w:rFonts w:ascii="Segoe UI" w:hAnsi="Segoe UI" w:cs="Segoe UI"/>
      <w:sz w:val="18"/>
      <w:szCs w:val="18"/>
      <w:lang w:val="ro-RO" w:eastAsia="de-DE"/>
    </w:rPr>
  </w:style>
  <w:style w:type="paragraph" w:customStyle="1" w:styleId="Default">
    <w:name w:val="Default"/>
    <w:rsid w:val="006F6A72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49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06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3.png"/><Relationship Id="rId5" Type="http://schemas.openxmlformats.org/officeDocument/2006/relationships/hyperlink" Target="mailto:office@adrcentru.ro" TargetMode="External"/><Relationship Id="rId4" Type="http://schemas.openxmlformats.org/officeDocument/2006/relationships/hyperlink" Target="mailto:office@adrcentru.ro" TargetMode="External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3.png"/><Relationship Id="rId5" Type="http://schemas.openxmlformats.org/officeDocument/2006/relationships/hyperlink" Target="mailto:office@adrcentru.ro" TargetMode="External"/><Relationship Id="rId4" Type="http://schemas.openxmlformats.org/officeDocument/2006/relationships/hyperlink" Target="mailto:office@adrcentru.ro" TargetMode="Externa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6.png"/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14r2020\Anwendungsdaten\Microsoft\Vorlagen\Briefkoepfe\Briefkopf_Stk_sw.dot" TargetMode="Externa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4C7A71-75E6-4E15-8F38-22B39933DD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Briefkopf_Stk_sw</Template>
  <TotalTime>13</TotalTime>
  <Pages>1</Pages>
  <Words>138</Words>
  <Characters>961</Characters>
  <Application>Microsoft Office Word</Application>
  <DocSecurity>0</DocSecurity>
  <Lines>8</Lines>
  <Paragraphs>2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MIBB</Company>
  <LinksUpToDate>false</LinksUpToDate>
  <CharactersWithSpaces>1097</CharactersWithSpaces>
  <SharedDoc>false</SharedDoc>
  <HLinks>
    <vt:vector size="12" baseType="variant">
      <vt:variant>
        <vt:i4>1179685</vt:i4>
      </vt:variant>
      <vt:variant>
        <vt:i4>3</vt:i4>
      </vt:variant>
      <vt:variant>
        <vt:i4>0</vt:i4>
      </vt:variant>
      <vt:variant>
        <vt:i4>5</vt:i4>
      </vt:variant>
      <vt:variant>
        <vt:lpwstr>mailto:office@adrcentru.ro</vt:lpwstr>
      </vt:variant>
      <vt:variant>
        <vt:lpwstr/>
      </vt:variant>
      <vt:variant>
        <vt:i4>1179685</vt:i4>
      </vt:variant>
      <vt:variant>
        <vt:i4>0</vt:i4>
      </vt:variant>
      <vt:variant>
        <vt:i4>0</vt:i4>
      </vt:variant>
      <vt:variant>
        <vt:i4>5</vt:i4>
      </vt:variant>
      <vt:variant>
        <vt:lpwstr>mailto:office@adrcentru.ro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Name</dc:creator>
  <cp:keywords/>
  <dc:description/>
  <cp:lastModifiedBy>ioan capalnean</cp:lastModifiedBy>
  <cp:revision>11</cp:revision>
  <cp:lastPrinted>2022-03-29T08:07:00Z</cp:lastPrinted>
  <dcterms:created xsi:type="dcterms:W3CDTF">2023-05-29T10:19:00Z</dcterms:created>
  <dcterms:modified xsi:type="dcterms:W3CDTF">2023-11-29T06:23:00Z</dcterms:modified>
</cp:coreProperties>
</file>